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203"/>
        <w:gridCol w:w="1436"/>
        <w:gridCol w:w="6642"/>
        <w:gridCol w:w="4514"/>
      </w:tblGrid>
      <w:tr w:rsidR="00807385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:rsidR="00807385" w:rsidRPr="004D086F" w:rsidRDefault="00807385" w:rsidP="00651688">
            <w:pPr>
              <w:spacing w:before="120" w:after="120"/>
              <w:ind w:left="2948" w:hanging="2948"/>
              <w:rPr>
                <w:b/>
                <w:i/>
              </w:rPr>
            </w:pPr>
            <w:r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</w:p>
        </w:tc>
      </w:tr>
      <w:tr w:rsidR="00807385" w:rsidTr="001C7693">
        <w:trPr>
          <w:trHeight w:val="1621"/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6642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  <w:r w:rsidR="00371C2C">
              <w:rPr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514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CA3298" w:rsidTr="006A7837">
        <w:trPr>
          <w:trHeight w:val="4048"/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CA3298" w:rsidRPr="004D086F" w:rsidRDefault="00CA3298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CA3298" w:rsidRPr="00BF0A37" w:rsidRDefault="00CA3298" w:rsidP="006A7837">
            <w:pPr>
              <w:spacing w:before="60" w:after="60"/>
              <w:jc w:val="center"/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CA3298" w:rsidRDefault="00CA3298" w:rsidP="003D0C75">
            <w:r>
              <w:t xml:space="preserve">art. </w:t>
            </w:r>
            <w:r w:rsidR="00A2371E">
              <w:t>2 pkt 10</w:t>
            </w:r>
            <w:r w:rsidR="004451BF">
              <w:t xml:space="preserve"> zw. z art. 37 ust. 6 i art. 35 ust.  3 pkt 1</w:t>
            </w:r>
          </w:p>
        </w:tc>
        <w:tc>
          <w:tcPr>
            <w:tcW w:w="6642" w:type="dxa"/>
            <w:shd w:val="clear" w:color="auto" w:fill="auto"/>
          </w:tcPr>
          <w:p w:rsidR="00A649FC" w:rsidRDefault="007C2647" w:rsidP="00490CC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Nieprawidłowa z punktu widzenia funkcjonalnego i legislacyjnego jest definicja metadanych zawarta w art. 2 pkt 10</w:t>
            </w:r>
            <w:r w:rsidR="009E2B18">
              <w:rPr>
                <w:rFonts w:ascii="Times New Roman" w:hAnsi="Times New Roman"/>
                <w:sz w:val="24"/>
                <w:szCs w:val="24"/>
              </w:rPr>
              <w:t xml:space="preserve"> projektu ustawy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81D3C">
              <w:rPr>
                <w:rFonts w:ascii="Times New Roman" w:hAnsi="Times New Roman"/>
                <w:sz w:val="24"/>
                <w:szCs w:val="24"/>
              </w:rPr>
              <w:t>Definicja ta</w:t>
            </w:r>
            <w:r w:rsidR="004451BF">
              <w:rPr>
                <w:rFonts w:ascii="Times New Roman" w:hAnsi="Times New Roman"/>
                <w:sz w:val="24"/>
                <w:szCs w:val="24"/>
              </w:rPr>
              <w:t xml:space="preserve"> wskazuje, że metadanymi są</w:t>
            </w:r>
            <w:r w:rsidR="006530F5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6530F5" w:rsidRPr="006530F5">
              <w:rPr>
                <w:rFonts w:ascii="Times New Roman" w:hAnsi="Times New Roman"/>
                <w:sz w:val="24"/>
                <w:szCs w:val="24"/>
              </w:rPr>
              <w:t>ustrukturyzowane informacje opisujące, tłumaczące, lokalizujące i ułatwiające odnalezienie, wykorzystanie lub zarządzanie informacjami, na które składają się w szczególności elementy, o których mowa w przepisach wydanych na podstawie art. 37 ust. 6 ustawy;</w:t>
            </w:r>
            <w:r w:rsidR="00EC0111">
              <w:rPr>
                <w:rFonts w:ascii="Times New Roman" w:hAnsi="Times New Roman"/>
                <w:sz w:val="24"/>
                <w:szCs w:val="24"/>
              </w:rPr>
              <w:t>”</w:t>
            </w:r>
            <w:r w:rsidR="00BC6CDB">
              <w:rPr>
                <w:rFonts w:ascii="Times New Roman" w:hAnsi="Times New Roman"/>
                <w:sz w:val="24"/>
                <w:szCs w:val="24"/>
              </w:rPr>
              <w:t>.</w:t>
            </w:r>
            <w:r w:rsidR="00A649FC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214A9B">
              <w:rPr>
                <w:rFonts w:ascii="Times New Roman" w:hAnsi="Times New Roman"/>
                <w:sz w:val="24"/>
                <w:szCs w:val="24"/>
              </w:rPr>
              <w:t xml:space="preserve">akres pojęcia metadanych zostaje </w:t>
            </w:r>
            <w:r w:rsidR="009E2B18">
              <w:rPr>
                <w:rFonts w:ascii="Times New Roman" w:hAnsi="Times New Roman"/>
                <w:sz w:val="24"/>
                <w:szCs w:val="24"/>
              </w:rPr>
              <w:t xml:space="preserve">zatem </w:t>
            </w:r>
            <w:r w:rsidR="00214A9B">
              <w:rPr>
                <w:rFonts w:ascii="Times New Roman" w:hAnsi="Times New Roman"/>
                <w:sz w:val="24"/>
                <w:szCs w:val="24"/>
              </w:rPr>
              <w:t>uzupełniony aktem wykonawczym</w:t>
            </w:r>
            <w:r w:rsidR="009E2B18">
              <w:rPr>
                <w:rFonts w:ascii="Times New Roman" w:hAnsi="Times New Roman"/>
                <w:sz w:val="24"/>
                <w:szCs w:val="24"/>
              </w:rPr>
              <w:t xml:space="preserve"> przez odesłanie do tego aktu jako katalogu przykładowych metadanych</w:t>
            </w:r>
            <w:r w:rsidR="00214A9B">
              <w:rPr>
                <w:rFonts w:ascii="Times New Roman" w:hAnsi="Times New Roman"/>
                <w:sz w:val="24"/>
                <w:szCs w:val="24"/>
              </w:rPr>
              <w:t>.</w:t>
            </w:r>
            <w:r w:rsidR="002C31D2">
              <w:rPr>
                <w:rFonts w:ascii="Times New Roman" w:hAnsi="Times New Roman"/>
                <w:sz w:val="24"/>
                <w:szCs w:val="24"/>
              </w:rPr>
              <w:t xml:space="preserve"> Adres</w:t>
            </w:r>
            <w:r w:rsidR="00BE4FDB">
              <w:rPr>
                <w:rFonts w:ascii="Times New Roman" w:hAnsi="Times New Roman"/>
                <w:sz w:val="24"/>
                <w:szCs w:val="24"/>
              </w:rPr>
              <w:t>at normy, aby odkodować zakres pojęcia ustawowego</w:t>
            </w:r>
            <w:r w:rsidR="00E4262E">
              <w:rPr>
                <w:rFonts w:ascii="Times New Roman" w:hAnsi="Times New Roman"/>
                <w:sz w:val="24"/>
                <w:szCs w:val="24"/>
              </w:rPr>
              <w:t>,</w:t>
            </w:r>
            <w:r w:rsidR="00BE4FDB">
              <w:rPr>
                <w:rFonts w:ascii="Times New Roman" w:hAnsi="Times New Roman"/>
                <w:sz w:val="24"/>
                <w:szCs w:val="24"/>
              </w:rPr>
              <w:t xml:space="preserve"> będzie zobowiązany do sięgnięcia do aktu wykonawczego, co jest sprzeczne z celem „wykonania ustawy”</w:t>
            </w:r>
            <w:r w:rsidR="0013664C">
              <w:rPr>
                <w:rFonts w:ascii="Times New Roman" w:hAnsi="Times New Roman"/>
                <w:sz w:val="24"/>
                <w:szCs w:val="24"/>
              </w:rPr>
              <w:t>,</w:t>
            </w:r>
            <w:r w:rsidR="00BE4FDB">
              <w:rPr>
                <w:rFonts w:ascii="Times New Roman" w:hAnsi="Times New Roman"/>
                <w:sz w:val="24"/>
                <w:szCs w:val="24"/>
              </w:rPr>
              <w:t xml:space="preserve"> w jakim zgodnie z art. 92 ust. 1 Konstytucji RP wydawane są rozporządzenia. </w:t>
            </w:r>
            <w:r w:rsidR="00214A9B">
              <w:rPr>
                <w:rFonts w:ascii="Times New Roman" w:hAnsi="Times New Roman"/>
                <w:sz w:val="24"/>
                <w:szCs w:val="24"/>
              </w:rPr>
              <w:t>Co więcej</w:t>
            </w:r>
            <w:r w:rsidR="00A235AB">
              <w:rPr>
                <w:rFonts w:ascii="Times New Roman" w:hAnsi="Times New Roman"/>
                <w:sz w:val="24"/>
                <w:szCs w:val="24"/>
              </w:rPr>
              <w:t>,</w:t>
            </w:r>
            <w:r w:rsidR="00214A9B">
              <w:rPr>
                <w:rFonts w:ascii="Times New Roman" w:hAnsi="Times New Roman"/>
                <w:sz w:val="24"/>
                <w:szCs w:val="24"/>
              </w:rPr>
              <w:t xml:space="preserve"> jest to akt wykonawczych, który ma określić minimalny zestaw metadanych jedynie dla portalu danych, nie dla pozostałych for</w:t>
            </w:r>
            <w:r w:rsidR="00A24A17">
              <w:rPr>
                <w:rFonts w:ascii="Times New Roman" w:hAnsi="Times New Roman"/>
                <w:sz w:val="24"/>
                <w:szCs w:val="24"/>
              </w:rPr>
              <w:t>m udostępniania i przekazywania informacji sektora publicznego do ponownego wykorzystywania</w:t>
            </w:r>
            <w:r w:rsidR="007D4B25">
              <w:rPr>
                <w:rFonts w:ascii="Times New Roman" w:hAnsi="Times New Roman"/>
                <w:sz w:val="24"/>
                <w:szCs w:val="24"/>
              </w:rPr>
              <w:t xml:space="preserve"> (umieszczenie danych w BIP czy inne formy udostępnienia na wniosek)</w:t>
            </w:r>
            <w:r w:rsidR="00E4262E">
              <w:rPr>
                <w:rFonts w:ascii="Times New Roman" w:hAnsi="Times New Roman"/>
                <w:sz w:val="24"/>
                <w:szCs w:val="24"/>
              </w:rPr>
              <w:t>, określony tam zakres metadanych może się okazać nieadekwatny do innych typów udostępnienia lub przekazania</w:t>
            </w:r>
            <w:r w:rsidR="00A24A1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C0111">
              <w:rPr>
                <w:rFonts w:ascii="Times New Roman" w:hAnsi="Times New Roman"/>
                <w:sz w:val="24"/>
                <w:szCs w:val="24"/>
              </w:rPr>
              <w:t xml:space="preserve">O ile jest dopuszczalne określenie </w:t>
            </w:r>
            <w:r w:rsidR="00EC01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szczegółowego czy </w:t>
            </w:r>
            <w:r w:rsidR="002D70FF">
              <w:rPr>
                <w:rFonts w:ascii="Times New Roman" w:hAnsi="Times New Roman"/>
                <w:sz w:val="24"/>
                <w:szCs w:val="24"/>
              </w:rPr>
              <w:t>minimalnego</w:t>
            </w:r>
            <w:r w:rsidR="00EC0111">
              <w:rPr>
                <w:rFonts w:ascii="Times New Roman" w:hAnsi="Times New Roman"/>
                <w:sz w:val="24"/>
                <w:szCs w:val="24"/>
              </w:rPr>
              <w:t xml:space="preserve"> katalogu metadanych dla poszczególnych form udostępniania informa</w:t>
            </w:r>
            <w:r w:rsidR="002D70FF">
              <w:rPr>
                <w:rFonts w:ascii="Times New Roman" w:hAnsi="Times New Roman"/>
                <w:sz w:val="24"/>
                <w:szCs w:val="24"/>
              </w:rPr>
              <w:t>cji sektora publicznego w drodze rozporządzenia, jednakże  takie rozporządzenie nie może służ</w:t>
            </w:r>
            <w:r w:rsidR="008741F6">
              <w:rPr>
                <w:rFonts w:ascii="Times New Roman" w:hAnsi="Times New Roman"/>
                <w:sz w:val="24"/>
                <w:szCs w:val="24"/>
              </w:rPr>
              <w:t>yć uzupełnieniu treści pojęcia ustawowego</w:t>
            </w:r>
            <w:r w:rsidR="002D70FF">
              <w:rPr>
                <w:rFonts w:ascii="Times New Roman" w:hAnsi="Times New Roman"/>
                <w:sz w:val="24"/>
                <w:szCs w:val="24"/>
              </w:rPr>
              <w:t>. Zatem to z definicji metadan</w:t>
            </w:r>
            <w:r w:rsidR="008741F6">
              <w:rPr>
                <w:rFonts w:ascii="Times New Roman" w:hAnsi="Times New Roman"/>
                <w:sz w:val="24"/>
                <w:szCs w:val="24"/>
              </w:rPr>
              <w:t>ych</w:t>
            </w:r>
            <w:r w:rsidR="007D4B25">
              <w:rPr>
                <w:rFonts w:ascii="Times New Roman" w:hAnsi="Times New Roman"/>
                <w:sz w:val="24"/>
                <w:szCs w:val="24"/>
              </w:rPr>
              <w:t>,</w:t>
            </w:r>
            <w:r w:rsidR="008741F6">
              <w:rPr>
                <w:rFonts w:ascii="Times New Roman" w:hAnsi="Times New Roman"/>
                <w:sz w:val="24"/>
                <w:szCs w:val="24"/>
              </w:rPr>
              <w:t xml:space="preserve"> bez odwoływania się do przepisów aktu wykonawczego</w:t>
            </w:r>
            <w:r w:rsidR="007D4B25">
              <w:rPr>
                <w:rFonts w:ascii="Times New Roman" w:hAnsi="Times New Roman"/>
                <w:sz w:val="24"/>
                <w:szCs w:val="24"/>
              </w:rPr>
              <w:t>,</w:t>
            </w:r>
            <w:r w:rsidR="008741F6">
              <w:rPr>
                <w:rFonts w:ascii="Times New Roman" w:hAnsi="Times New Roman"/>
                <w:sz w:val="24"/>
                <w:szCs w:val="24"/>
              </w:rPr>
              <w:t xml:space="preserve"> powinno w sposób niebudzący wątpliwości wynikać jakie znaczenie ustawodawca nadaje temu pojęciu. </w:t>
            </w:r>
            <w:r w:rsidR="007817D3">
              <w:rPr>
                <w:rFonts w:ascii="Times New Roman" w:hAnsi="Times New Roman"/>
                <w:sz w:val="24"/>
                <w:szCs w:val="24"/>
              </w:rPr>
              <w:t xml:space="preserve">Skoro celem rozporządzenia, zgodnie z art. 92 ust. 1 Konstytucji RP jest wykonanie ustawy </w:t>
            </w:r>
            <w:r w:rsidR="00260DFC">
              <w:rPr>
                <w:rFonts w:ascii="Times New Roman" w:hAnsi="Times New Roman"/>
                <w:sz w:val="24"/>
                <w:szCs w:val="24"/>
              </w:rPr>
              <w:t>to treść ustawy właśnie winna det</w:t>
            </w:r>
            <w:r w:rsidR="007D4B25">
              <w:rPr>
                <w:rFonts w:ascii="Times New Roman" w:hAnsi="Times New Roman"/>
                <w:sz w:val="24"/>
                <w:szCs w:val="24"/>
              </w:rPr>
              <w:t>erminować treść rozporządzenia, nie odwrotnie.</w:t>
            </w:r>
          </w:p>
          <w:p w:rsidR="00CA3298" w:rsidRDefault="002D1A90" w:rsidP="003E0F7C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153 ust. 1 ZTP dopuszcza formułowanie definicji zakresowej</w:t>
            </w:r>
            <w:r w:rsidR="00440EA3">
              <w:rPr>
                <w:rFonts w:ascii="Times New Roman" w:hAnsi="Times New Roman"/>
                <w:sz w:val="24"/>
                <w:szCs w:val="24"/>
              </w:rPr>
              <w:t>, 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r w:rsidR="003E0F7C">
              <w:rPr>
                <w:rFonts w:ascii="Times New Roman" w:hAnsi="Times New Roman"/>
                <w:sz w:val="24"/>
                <w:szCs w:val="24"/>
              </w:rPr>
              <w:t>jednym przepisie prawnym, a definicja ta powinna obejmować cały zakres definiowanego pojęcia.</w:t>
            </w:r>
            <w:r w:rsidR="00260DFC">
              <w:rPr>
                <w:rFonts w:ascii="Times New Roman" w:hAnsi="Times New Roman"/>
                <w:sz w:val="24"/>
                <w:szCs w:val="24"/>
              </w:rPr>
              <w:t xml:space="preserve"> We wskazanym przypadku definicja nie jest sf</w:t>
            </w:r>
            <w:r w:rsidR="00B37BFA">
              <w:rPr>
                <w:rFonts w:ascii="Times New Roman" w:hAnsi="Times New Roman"/>
                <w:sz w:val="24"/>
                <w:szCs w:val="24"/>
              </w:rPr>
              <w:t>ormułowana w sposób kompletny w </w:t>
            </w:r>
            <w:r w:rsidR="00260DFC">
              <w:rPr>
                <w:rFonts w:ascii="Times New Roman" w:hAnsi="Times New Roman"/>
                <w:sz w:val="24"/>
                <w:szCs w:val="24"/>
              </w:rPr>
              <w:t>jednym przepisie. Chociaż z</w:t>
            </w:r>
            <w:r w:rsidR="009F20D8">
              <w:rPr>
                <w:rFonts w:ascii="Times New Roman" w:hAnsi="Times New Roman"/>
                <w:sz w:val="24"/>
                <w:szCs w:val="24"/>
              </w:rPr>
              <w:t>godnie z § 153 ust. 2 ZTP w tekście tej samej lub innej ustawy mogą znajdować się przepisy uzupełniające znaczeni</w:t>
            </w:r>
            <w:r w:rsidR="00440EA3">
              <w:rPr>
                <w:rFonts w:ascii="Times New Roman" w:hAnsi="Times New Roman"/>
                <w:sz w:val="24"/>
                <w:szCs w:val="24"/>
              </w:rPr>
              <w:t>e określenia definiowanego</w:t>
            </w:r>
            <w:r w:rsidR="00A425C6">
              <w:rPr>
                <w:rFonts w:ascii="Times New Roman" w:hAnsi="Times New Roman"/>
                <w:sz w:val="24"/>
                <w:szCs w:val="24"/>
              </w:rPr>
              <w:t>,</w:t>
            </w:r>
            <w:r w:rsidR="00440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25C6">
              <w:rPr>
                <w:rFonts w:ascii="Times New Roman" w:hAnsi="Times New Roman"/>
                <w:sz w:val="24"/>
                <w:szCs w:val="24"/>
              </w:rPr>
              <w:t>jednakże muszą to być regulacje</w:t>
            </w:r>
            <w:r w:rsidR="007817D3">
              <w:rPr>
                <w:rFonts w:ascii="Times New Roman" w:hAnsi="Times New Roman"/>
                <w:sz w:val="24"/>
                <w:szCs w:val="24"/>
              </w:rPr>
              <w:t xml:space="preserve"> na poziomie ustawowym</w:t>
            </w:r>
            <w:r w:rsidR="00440E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E0F7C">
              <w:rPr>
                <w:rFonts w:ascii="Times New Roman" w:hAnsi="Times New Roman"/>
                <w:sz w:val="24"/>
                <w:szCs w:val="24"/>
              </w:rPr>
              <w:t>Wskazanie przykładowego zakresu definiowanego pojęcia i posłużenie się zwrotem „w szczególności” jest dopuszczalne, zgodnie  z § 153 ust. 3</w:t>
            </w:r>
            <w:r w:rsidR="00481F1D">
              <w:rPr>
                <w:rFonts w:ascii="Times New Roman" w:hAnsi="Times New Roman"/>
                <w:sz w:val="24"/>
                <w:szCs w:val="24"/>
              </w:rPr>
              <w:t xml:space="preserve"> ZTP</w:t>
            </w:r>
            <w:r w:rsidR="003E0F7C">
              <w:rPr>
                <w:rFonts w:ascii="Times New Roman" w:hAnsi="Times New Roman"/>
                <w:sz w:val="24"/>
                <w:szCs w:val="24"/>
              </w:rPr>
              <w:t>, jedynie wówczas gdy nie jest możliwe sformułowanie definicji zakresowej</w:t>
            </w:r>
            <w:r w:rsidR="00CC564C">
              <w:rPr>
                <w:rFonts w:ascii="Times New Roman" w:hAnsi="Times New Roman"/>
                <w:sz w:val="24"/>
                <w:szCs w:val="24"/>
              </w:rPr>
              <w:t>, w rozumieniu § 153 ust. 1 i 2</w:t>
            </w:r>
            <w:r w:rsidR="00C56A74">
              <w:rPr>
                <w:rFonts w:ascii="Times New Roman" w:hAnsi="Times New Roman"/>
                <w:sz w:val="24"/>
                <w:szCs w:val="24"/>
              </w:rPr>
              <w:t xml:space="preserve"> ZTP</w:t>
            </w:r>
            <w:r w:rsidR="003E0F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E0F7C" w:rsidRDefault="003E0F7C" w:rsidP="00536E1C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przypadku</w:t>
            </w:r>
            <w:r w:rsidR="00562278">
              <w:rPr>
                <w:rFonts w:ascii="Times New Roman" w:hAnsi="Times New Roman"/>
                <w:sz w:val="24"/>
                <w:szCs w:val="24"/>
              </w:rPr>
              <w:t xml:space="preserve"> wskazanej definicji metadanych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ostatecznie </w:t>
            </w:r>
            <w:r w:rsidR="00536E1C">
              <w:rPr>
                <w:rFonts w:ascii="Times New Roman" w:hAnsi="Times New Roman"/>
                <w:sz w:val="24"/>
                <w:szCs w:val="24"/>
              </w:rPr>
              <w:t xml:space="preserve">przykładowy </w:t>
            </w:r>
            <w:r w:rsidR="00562278">
              <w:rPr>
                <w:rFonts w:ascii="Times New Roman" w:hAnsi="Times New Roman"/>
                <w:sz w:val="24"/>
                <w:szCs w:val="24"/>
              </w:rPr>
              <w:t xml:space="preserve">zakres pojęcia ma być ustalony na poziomie aktu wykonawczego </w:t>
            </w:r>
            <w:r w:rsidR="00A425C6">
              <w:rPr>
                <w:rFonts w:ascii="Times New Roman" w:hAnsi="Times New Roman"/>
                <w:sz w:val="24"/>
                <w:szCs w:val="24"/>
              </w:rPr>
              <w:t xml:space="preserve">co jest sprzeczne z celem wykonania ustawy jakiemu ma służyć akt wykonawczy. </w:t>
            </w:r>
            <w:r w:rsidR="00F037F5">
              <w:rPr>
                <w:rFonts w:ascii="Times New Roman" w:hAnsi="Times New Roman"/>
                <w:sz w:val="24"/>
                <w:szCs w:val="24"/>
              </w:rPr>
              <w:t>Nadto przykładowy katalog metadanych odwołuje się do minimalnego zestawu</w:t>
            </w:r>
            <w:r w:rsidR="00C56A74">
              <w:rPr>
                <w:rFonts w:ascii="Times New Roman" w:hAnsi="Times New Roman"/>
                <w:sz w:val="24"/>
                <w:szCs w:val="24"/>
              </w:rPr>
              <w:t xml:space="preserve"> elementów</w:t>
            </w:r>
            <w:r w:rsidR="00F037F5">
              <w:rPr>
                <w:rFonts w:ascii="Times New Roman" w:hAnsi="Times New Roman"/>
                <w:sz w:val="24"/>
                <w:szCs w:val="24"/>
              </w:rPr>
              <w:t xml:space="preserve"> metadanych</w:t>
            </w:r>
            <w:r w:rsidR="00C56A74">
              <w:rPr>
                <w:rFonts w:ascii="Times New Roman" w:hAnsi="Times New Roman"/>
                <w:sz w:val="24"/>
                <w:szCs w:val="24"/>
              </w:rPr>
              <w:t>, które są udostępniane przez podmiot zobowiązany</w:t>
            </w:r>
            <w:r w:rsidR="00B37BFA">
              <w:rPr>
                <w:rFonts w:ascii="Times New Roman" w:hAnsi="Times New Roman"/>
                <w:sz w:val="24"/>
                <w:szCs w:val="24"/>
              </w:rPr>
              <w:t xml:space="preserve"> na </w:t>
            </w:r>
            <w:r w:rsidR="00B37B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portalu danych, co może nie być adekwatne do pozostałych form udostępnienia. </w:t>
            </w:r>
            <w:r w:rsidR="00C56A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14" w:type="dxa"/>
            <w:shd w:val="clear" w:color="auto" w:fill="auto"/>
          </w:tcPr>
          <w:p w:rsidR="00CA3298" w:rsidRDefault="00C56A74" w:rsidP="00651688">
            <w:pPr>
              <w:spacing w:line="276" w:lineRule="auto"/>
              <w:jc w:val="both"/>
            </w:pPr>
            <w:r>
              <w:lastRenderedPageBreak/>
              <w:t>Usunięcie wyrażenia „</w:t>
            </w:r>
            <w:r w:rsidRPr="006530F5">
              <w:t>na które składają się w szczególności elementy, o których mowa w przepisach wydanych na podstawie art. 37 ust. 6 ustawy;</w:t>
            </w:r>
            <w:r>
              <w:t>” i ewentualne doprecyzowanie definicji</w:t>
            </w:r>
            <w:r w:rsidR="009E7B15">
              <w:t xml:space="preserve"> metadanych</w:t>
            </w:r>
            <w:r>
              <w:t xml:space="preserve">. </w:t>
            </w:r>
          </w:p>
        </w:tc>
      </w:tr>
      <w:tr w:rsidR="008747D8" w:rsidTr="006A7837">
        <w:trPr>
          <w:trHeight w:val="4048"/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747D8" w:rsidRPr="004D086F" w:rsidRDefault="008747D8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8747D8" w:rsidRPr="00BF0A37" w:rsidRDefault="008747D8" w:rsidP="006A7837">
            <w:pPr>
              <w:spacing w:before="60" w:after="60"/>
              <w:jc w:val="center"/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8747D8" w:rsidRDefault="0054072C" w:rsidP="003D0C75">
            <w:r>
              <w:t xml:space="preserve">Art. 10 ust. 2 w zw. z </w:t>
            </w:r>
            <w:r w:rsidR="00183FC5">
              <w:t xml:space="preserve">art. 22 i </w:t>
            </w:r>
            <w:r>
              <w:t>art. 3 i 4 projektu</w:t>
            </w:r>
          </w:p>
        </w:tc>
        <w:tc>
          <w:tcPr>
            <w:tcW w:w="6642" w:type="dxa"/>
            <w:shd w:val="clear" w:color="auto" w:fill="auto"/>
          </w:tcPr>
          <w:p w:rsidR="00AC1657" w:rsidRDefault="00B21D48" w:rsidP="00995DF4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Analizy wymaga potrzeba zastosowania regulacji </w:t>
            </w:r>
            <w:r w:rsidR="00995DF4">
              <w:rPr>
                <w:rFonts w:ascii="Times New Roman" w:hAnsi="Times New Roman"/>
                <w:sz w:val="24"/>
                <w:szCs w:val="24"/>
              </w:rPr>
              <w:t>przejściowej w zakresie wymagań</w:t>
            </w:r>
            <w:r w:rsidR="00D04E41">
              <w:rPr>
                <w:rFonts w:ascii="Times New Roman" w:hAnsi="Times New Roman"/>
                <w:sz w:val="24"/>
                <w:szCs w:val="24"/>
              </w:rPr>
              <w:t>, o których mowa w przepisach wydanych na podstawie art. 18 ustawy o informatyzacji,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wobec systemu teleinformatycznego</w:t>
            </w:r>
            <w:r w:rsidR="00995DF4">
              <w:rPr>
                <w:rFonts w:ascii="Times New Roman" w:hAnsi="Times New Roman"/>
                <w:sz w:val="24"/>
                <w:szCs w:val="24"/>
              </w:rPr>
              <w:t>, w którym udostępniane są</w:t>
            </w:r>
            <w:r w:rsidR="00183FC5">
              <w:rPr>
                <w:rFonts w:ascii="Times New Roman" w:hAnsi="Times New Roman"/>
                <w:sz w:val="24"/>
                <w:szCs w:val="24"/>
              </w:rPr>
              <w:t xml:space="preserve"> informacje sektora publicznego, jeżeli system ten był wykorzystywany do celów naukowych i dydaktycznych</w:t>
            </w:r>
          </w:p>
          <w:p w:rsidR="00AC1657" w:rsidRDefault="00AC1657" w:rsidP="00995DF4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 ustawy rozszerza zakres pojęcia „informacje sektora publicznego” poprzez rozszerzenie katalogu podmiotów zobowiązanych do udostępniania tych informacji (art. 3</w:t>
            </w:r>
            <w:r w:rsidR="002F7597">
              <w:rPr>
                <w:rFonts w:ascii="Times New Roman" w:hAnsi="Times New Roman"/>
                <w:sz w:val="24"/>
                <w:szCs w:val="24"/>
              </w:rPr>
              <w:t xml:space="preserve"> projektu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ustawy)</w:t>
            </w:r>
            <w:r w:rsidR="000B6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oraz wprowadzenie szczególnych kategorii danych udostępnianych (regulacje w rozdziale 5 projektu ustawy</w:t>
            </w:r>
            <w:r w:rsidR="00556502">
              <w:rPr>
                <w:rFonts w:ascii="Times New Roman" w:hAnsi="Times New Roman"/>
                <w:sz w:val="24"/>
                <w:szCs w:val="24"/>
              </w:rPr>
              <w:t xml:space="preserve"> dotycząc</w:t>
            </w:r>
            <w:r w:rsidR="006718D6">
              <w:rPr>
                <w:rFonts w:ascii="Times New Roman" w:hAnsi="Times New Roman"/>
                <w:sz w:val="24"/>
                <w:szCs w:val="24"/>
              </w:rPr>
              <w:t>e danych badawczych, danych szczególnie wysokiej wartości i danych dynamicznych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8747D8" w:rsidRDefault="008D3FDA" w:rsidP="00890512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Zgodnie z art. 10 ust. 2 projektu ustawy, jeżeli podmiot zobowiązany udostępnia informacje sektora publicznego z użyciem systemów teleinformatycznych, wówczas jest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zobowiązany</w:t>
            </w:r>
            <w:r w:rsidR="007B2979">
              <w:rPr>
                <w:rFonts w:ascii="Times New Roman" w:hAnsi="Times New Roman"/>
                <w:sz w:val="24"/>
                <w:szCs w:val="24"/>
              </w:rPr>
              <w:t xml:space="preserve"> używać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236">
              <w:rPr>
                <w:rFonts w:ascii="Times New Roman" w:hAnsi="Times New Roman"/>
                <w:sz w:val="24"/>
                <w:szCs w:val="24"/>
              </w:rPr>
              <w:t>systemu</w:t>
            </w:r>
            <w:r w:rsidR="007B2979">
              <w:rPr>
                <w:rFonts w:ascii="Times New Roman" w:hAnsi="Times New Roman"/>
                <w:sz w:val="24"/>
                <w:szCs w:val="24"/>
              </w:rPr>
              <w:t xml:space="preserve"> teleinformatycznego</w:t>
            </w:r>
            <w:r w:rsidR="00E21236">
              <w:rPr>
                <w:rFonts w:ascii="Times New Roman" w:hAnsi="Times New Roman"/>
                <w:sz w:val="24"/>
                <w:szCs w:val="24"/>
              </w:rPr>
              <w:t>, który spełnia wymagania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określone w przepisach wydanych na podstawie art. 18 ustawy z dnia 17 lutego 2005 r. o informatyzacji działalności podmiotów realizujących zadania publiczne</w:t>
            </w:r>
            <w:r w:rsidR="007B2979">
              <w:rPr>
                <w:rFonts w:ascii="Times New Roman" w:hAnsi="Times New Roman"/>
                <w:sz w:val="24"/>
                <w:szCs w:val="24"/>
              </w:rPr>
              <w:t>, zwanej</w:t>
            </w:r>
            <w:r w:rsidR="00E21236">
              <w:rPr>
                <w:rFonts w:ascii="Times New Roman" w:hAnsi="Times New Roman"/>
                <w:sz w:val="24"/>
                <w:szCs w:val="24"/>
              </w:rPr>
              <w:t xml:space="preserve"> dalej „ustawą o informatyzacji”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9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47D8">
              <w:rPr>
                <w:rFonts w:ascii="Times New Roman" w:hAnsi="Times New Roman"/>
                <w:sz w:val="24"/>
                <w:szCs w:val="24"/>
              </w:rPr>
              <w:t>Zgodnie z art. 13 ust</w:t>
            </w:r>
            <w:r w:rsidR="00540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47D8">
              <w:rPr>
                <w:rFonts w:ascii="Times New Roman" w:hAnsi="Times New Roman"/>
                <w:sz w:val="24"/>
                <w:szCs w:val="24"/>
              </w:rPr>
              <w:t>.1 ustawy z dnia 17 lutego 2005 r. o informatyzacji</w:t>
            </w:r>
            <w:r w:rsidR="00B046C5">
              <w:rPr>
                <w:rFonts w:ascii="Times New Roman" w:hAnsi="Times New Roman"/>
                <w:sz w:val="24"/>
                <w:szCs w:val="24"/>
              </w:rPr>
              <w:t xml:space="preserve"> systemy teleinformatyczne</w:t>
            </w:r>
            <w:r w:rsidR="008747D8">
              <w:rPr>
                <w:rFonts w:ascii="Times New Roman" w:hAnsi="Times New Roman"/>
                <w:sz w:val="24"/>
                <w:szCs w:val="24"/>
              </w:rPr>
              <w:t xml:space="preserve"> używane przez podmiot publicznych do realizacji zadań publicznych powinny spełniać minimalne wymagania dla systemów teleinformatycznych oraz zapewniać interoperacyjność na zasadach określonych w Krajowych </w:t>
            </w:r>
            <w:r w:rsidR="00FE236A">
              <w:rPr>
                <w:rFonts w:ascii="Times New Roman" w:hAnsi="Times New Roman"/>
                <w:sz w:val="24"/>
                <w:szCs w:val="24"/>
              </w:rPr>
              <w:t>Ramach Interoperacyjności, ale z</w:t>
            </w:r>
            <w:r w:rsidR="00E55663">
              <w:rPr>
                <w:rFonts w:ascii="Times New Roman" w:hAnsi="Times New Roman"/>
                <w:sz w:val="24"/>
                <w:szCs w:val="24"/>
              </w:rPr>
              <w:t xml:space="preserve">godnie z </w:t>
            </w:r>
            <w:r w:rsidR="008747D8">
              <w:rPr>
                <w:rFonts w:ascii="Times New Roman" w:hAnsi="Times New Roman"/>
                <w:sz w:val="24"/>
                <w:szCs w:val="24"/>
              </w:rPr>
              <w:t>art.</w:t>
            </w:r>
            <w:r w:rsidR="002466F6">
              <w:rPr>
                <w:rFonts w:ascii="Times New Roman" w:hAnsi="Times New Roman"/>
                <w:sz w:val="24"/>
                <w:szCs w:val="24"/>
              </w:rPr>
              <w:t xml:space="preserve"> 13 ust. 1a o informatyzacji</w:t>
            </w:r>
            <w:r w:rsidR="0099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236A">
              <w:rPr>
                <w:rFonts w:ascii="Times New Roman" w:hAnsi="Times New Roman"/>
                <w:sz w:val="24"/>
                <w:szCs w:val="24"/>
              </w:rPr>
              <w:t xml:space="preserve"> wymagań tych </w:t>
            </w:r>
            <w:r w:rsidR="008747D8" w:rsidRPr="00EA3F93">
              <w:rPr>
                <w:rFonts w:ascii="Times New Roman" w:hAnsi="Times New Roman"/>
                <w:sz w:val="24"/>
                <w:szCs w:val="24"/>
                <w:u w:val="single"/>
              </w:rPr>
              <w:t>„nie</w:t>
            </w:r>
            <w:r w:rsidR="008747D8" w:rsidRPr="009D4F5F">
              <w:rPr>
                <w:rFonts w:ascii="Times New Roman" w:hAnsi="Times New Roman"/>
                <w:sz w:val="24"/>
                <w:szCs w:val="24"/>
              </w:rPr>
              <w:t xml:space="preserve"> stosuje się do systemów teleinformatycznych używanych do celów naukowych i dydaktycznych.</w:t>
            </w:r>
            <w:r w:rsidR="008747D8">
              <w:rPr>
                <w:rFonts w:ascii="Times New Roman" w:hAnsi="Times New Roman"/>
                <w:sz w:val="24"/>
                <w:szCs w:val="24"/>
              </w:rPr>
              <w:t>”</w:t>
            </w:r>
            <w:r w:rsidR="007435DF">
              <w:rPr>
                <w:rFonts w:ascii="Times New Roman" w:hAnsi="Times New Roman"/>
                <w:sz w:val="24"/>
                <w:szCs w:val="24"/>
              </w:rPr>
              <w:t>.</w:t>
            </w:r>
            <w:r w:rsidR="00FE2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4617">
              <w:rPr>
                <w:rFonts w:ascii="Times New Roman" w:hAnsi="Times New Roman"/>
                <w:sz w:val="24"/>
                <w:szCs w:val="24"/>
              </w:rPr>
              <w:t xml:space="preserve">Art. 22 wskazuje, że </w:t>
            </w:r>
            <w:r w:rsidR="00082001">
              <w:rPr>
                <w:rFonts w:ascii="Times New Roman" w:hAnsi="Times New Roman"/>
                <w:sz w:val="24"/>
                <w:szCs w:val="24"/>
              </w:rPr>
              <w:t>dane badawcze podlegają udostępnieniu</w:t>
            </w:r>
            <w:r w:rsidR="00EA3F93">
              <w:rPr>
                <w:rFonts w:ascii="Times New Roman" w:hAnsi="Times New Roman"/>
                <w:sz w:val="24"/>
                <w:szCs w:val="24"/>
              </w:rPr>
              <w:t>,</w:t>
            </w:r>
            <w:r w:rsidR="00082001">
              <w:rPr>
                <w:rFonts w:ascii="Times New Roman" w:hAnsi="Times New Roman"/>
                <w:sz w:val="24"/>
                <w:szCs w:val="24"/>
              </w:rPr>
              <w:t xml:space="preserve"> o ile badania zostały sfinansowane ze środków publicznych</w:t>
            </w:r>
            <w:r w:rsidR="00C0679F">
              <w:rPr>
                <w:rFonts w:ascii="Times New Roman" w:hAnsi="Times New Roman"/>
                <w:sz w:val="24"/>
                <w:szCs w:val="24"/>
              </w:rPr>
              <w:t xml:space="preserve"> oraz jeżeli zostały już  udostępnione w systemie teleinformatycznym podmiotu zobowiązanego. </w:t>
            </w:r>
            <w:r w:rsidR="00FE236A">
              <w:rPr>
                <w:rFonts w:ascii="Times New Roman" w:hAnsi="Times New Roman"/>
                <w:sz w:val="24"/>
                <w:szCs w:val="24"/>
              </w:rPr>
              <w:t xml:space="preserve">W konsekwencji mogą istnieć takie </w:t>
            </w:r>
            <w:r w:rsidR="00EC7151">
              <w:rPr>
                <w:rFonts w:ascii="Times New Roman" w:hAnsi="Times New Roman"/>
                <w:sz w:val="24"/>
                <w:szCs w:val="24"/>
              </w:rPr>
              <w:t>informacje sektora publicznego</w:t>
            </w:r>
            <w:r w:rsidR="00082001">
              <w:rPr>
                <w:rFonts w:ascii="Times New Roman" w:hAnsi="Times New Roman"/>
                <w:sz w:val="24"/>
                <w:szCs w:val="24"/>
              </w:rPr>
              <w:t>, stanowiące dane badawcze</w:t>
            </w:r>
            <w:r w:rsidR="00EC7151">
              <w:rPr>
                <w:rFonts w:ascii="Times New Roman" w:hAnsi="Times New Roman"/>
                <w:sz w:val="24"/>
                <w:szCs w:val="24"/>
              </w:rPr>
              <w:t>, znajduj</w:t>
            </w:r>
            <w:r w:rsidR="00890512">
              <w:rPr>
                <w:rFonts w:ascii="Times New Roman" w:hAnsi="Times New Roman"/>
                <w:sz w:val="24"/>
                <w:szCs w:val="24"/>
              </w:rPr>
              <w:t>ące się w posiadaniu podmiotów zob</w:t>
            </w:r>
            <w:r w:rsidR="00C25DD1">
              <w:rPr>
                <w:rFonts w:ascii="Times New Roman" w:hAnsi="Times New Roman"/>
                <w:sz w:val="24"/>
                <w:szCs w:val="24"/>
              </w:rPr>
              <w:t>owiązanych, które wykonywały za</w:t>
            </w:r>
            <w:r w:rsidR="003B4BA3">
              <w:rPr>
                <w:rFonts w:ascii="Times New Roman" w:hAnsi="Times New Roman"/>
                <w:sz w:val="24"/>
                <w:szCs w:val="24"/>
              </w:rPr>
              <w:t xml:space="preserve"> pomocą</w:t>
            </w:r>
            <w:r w:rsidR="00C25DD1">
              <w:rPr>
                <w:rFonts w:ascii="Times New Roman" w:hAnsi="Times New Roman"/>
                <w:sz w:val="24"/>
                <w:szCs w:val="24"/>
              </w:rPr>
              <w:t xml:space="preserve"> tych systemów</w:t>
            </w:r>
            <w:r w:rsidR="007872E9">
              <w:rPr>
                <w:rFonts w:ascii="Times New Roman" w:hAnsi="Times New Roman"/>
                <w:sz w:val="24"/>
                <w:szCs w:val="24"/>
              </w:rPr>
              <w:t xml:space="preserve"> teleinformatycznych</w:t>
            </w:r>
            <w:r w:rsidR="003B4BA3">
              <w:rPr>
                <w:rFonts w:ascii="Times New Roman" w:hAnsi="Times New Roman"/>
                <w:sz w:val="24"/>
                <w:szCs w:val="24"/>
              </w:rPr>
              <w:t xml:space="preserve"> działalność naukową i dydakty</w:t>
            </w:r>
            <w:r w:rsidR="00890512">
              <w:rPr>
                <w:rFonts w:ascii="Times New Roman" w:hAnsi="Times New Roman"/>
                <w:sz w:val="24"/>
                <w:szCs w:val="24"/>
              </w:rPr>
              <w:t>czną</w:t>
            </w:r>
            <w:r w:rsidR="00452982">
              <w:rPr>
                <w:rFonts w:ascii="Times New Roman" w:hAnsi="Times New Roman"/>
                <w:sz w:val="24"/>
                <w:szCs w:val="24"/>
              </w:rPr>
              <w:t>, które to systemy</w:t>
            </w:r>
            <w:r w:rsidR="004908AC">
              <w:rPr>
                <w:rFonts w:ascii="Times New Roman" w:hAnsi="Times New Roman"/>
                <w:sz w:val="24"/>
                <w:szCs w:val="24"/>
              </w:rPr>
              <w:t xml:space="preserve"> nie musiały dotąd spełniać wymagań określonych w przepisach</w:t>
            </w:r>
            <w:r w:rsidR="005F5CAD">
              <w:rPr>
                <w:rFonts w:ascii="Times New Roman" w:hAnsi="Times New Roman"/>
                <w:sz w:val="24"/>
                <w:szCs w:val="24"/>
              </w:rPr>
              <w:t xml:space="preserve"> wydanych na podstawie art. 18 ustawy o informatyzacji.</w:t>
            </w:r>
            <w:r w:rsidR="00890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6B39">
              <w:rPr>
                <w:rFonts w:ascii="Times New Roman" w:hAnsi="Times New Roman"/>
                <w:sz w:val="24"/>
                <w:szCs w:val="24"/>
              </w:rPr>
              <w:t>Skoro zatem projekt ustawy nakłada na</w:t>
            </w:r>
            <w:r w:rsidR="00C8275E">
              <w:rPr>
                <w:rFonts w:ascii="Times New Roman" w:hAnsi="Times New Roman"/>
                <w:sz w:val="24"/>
                <w:szCs w:val="24"/>
              </w:rPr>
              <w:t xml:space="preserve"> nowe podmiot</w:t>
            </w:r>
            <w:r w:rsidR="00C25DD1">
              <w:rPr>
                <w:rFonts w:ascii="Times New Roman" w:hAnsi="Times New Roman"/>
                <w:sz w:val="24"/>
                <w:szCs w:val="24"/>
              </w:rPr>
              <w:t>y</w:t>
            </w:r>
            <w:r w:rsidR="00C8275E">
              <w:rPr>
                <w:rFonts w:ascii="Times New Roman" w:hAnsi="Times New Roman"/>
                <w:sz w:val="24"/>
                <w:szCs w:val="24"/>
              </w:rPr>
              <w:t xml:space="preserve"> zobowiązane</w:t>
            </w:r>
            <w:r w:rsidR="004E53B2">
              <w:rPr>
                <w:rFonts w:ascii="Times New Roman" w:hAnsi="Times New Roman"/>
                <w:sz w:val="24"/>
                <w:szCs w:val="24"/>
              </w:rPr>
              <w:t>, prowadzące działalność naukową i dydaktyczną</w:t>
            </w:r>
            <w:r w:rsidR="005F5CAD">
              <w:rPr>
                <w:rFonts w:ascii="Times New Roman" w:hAnsi="Times New Roman"/>
                <w:sz w:val="24"/>
                <w:szCs w:val="24"/>
              </w:rPr>
              <w:t>,</w:t>
            </w:r>
            <w:r w:rsidR="00CF6B39">
              <w:rPr>
                <w:rFonts w:ascii="Times New Roman" w:hAnsi="Times New Roman"/>
                <w:sz w:val="24"/>
                <w:szCs w:val="24"/>
              </w:rPr>
              <w:t xml:space="preserve"> obowiązek udostępniania</w:t>
            </w:r>
            <w:r w:rsidR="00C8275E">
              <w:rPr>
                <w:rFonts w:ascii="Times New Roman" w:hAnsi="Times New Roman"/>
                <w:sz w:val="24"/>
                <w:szCs w:val="24"/>
              </w:rPr>
              <w:t xml:space="preserve"> informacji sektora publicznego</w:t>
            </w:r>
            <w:r w:rsidR="00CF6B39">
              <w:rPr>
                <w:rFonts w:ascii="Times New Roman" w:hAnsi="Times New Roman"/>
                <w:sz w:val="24"/>
                <w:szCs w:val="24"/>
              </w:rPr>
              <w:t xml:space="preserve"> w systemie </w:t>
            </w:r>
            <w:r w:rsidR="00C8275E">
              <w:rPr>
                <w:rFonts w:ascii="Times New Roman" w:hAnsi="Times New Roman"/>
                <w:sz w:val="24"/>
                <w:szCs w:val="24"/>
              </w:rPr>
              <w:t>teleinformatycznym</w:t>
            </w:r>
            <w:r w:rsidR="00045866">
              <w:rPr>
                <w:rFonts w:ascii="Times New Roman" w:hAnsi="Times New Roman"/>
                <w:sz w:val="24"/>
                <w:szCs w:val="24"/>
              </w:rPr>
              <w:t xml:space="preserve"> zgodnie</w:t>
            </w:r>
            <w:r w:rsidR="00CF6B39">
              <w:rPr>
                <w:rFonts w:ascii="Times New Roman" w:hAnsi="Times New Roman"/>
                <w:sz w:val="24"/>
                <w:szCs w:val="24"/>
              </w:rPr>
              <w:t xml:space="preserve"> z wymaganiami określonymi w przepisach wydanych na podstawie art. 18 ustawy o informatyzacji</w:t>
            </w:r>
            <w:r w:rsidR="00C8275E">
              <w:rPr>
                <w:rFonts w:ascii="Times New Roman" w:hAnsi="Times New Roman"/>
                <w:sz w:val="24"/>
                <w:szCs w:val="24"/>
              </w:rPr>
              <w:t xml:space="preserve">, w przypadku systemów </w:t>
            </w:r>
            <w:r w:rsidR="00C827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nieobjętych dotychczas tymi wymaganiami </w:t>
            </w:r>
            <w:r w:rsidR="00045866">
              <w:rPr>
                <w:rFonts w:ascii="Times New Roman" w:hAnsi="Times New Roman"/>
                <w:sz w:val="24"/>
                <w:szCs w:val="24"/>
              </w:rPr>
              <w:t>może okazać istotne wprowadzenie stosownego okresu przejściowe</w:t>
            </w:r>
            <w:r w:rsidR="00EB611F">
              <w:rPr>
                <w:rFonts w:ascii="Times New Roman" w:hAnsi="Times New Roman"/>
                <w:sz w:val="24"/>
                <w:szCs w:val="24"/>
              </w:rPr>
              <w:t>go</w:t>
            </w:r>
            <w:r w:rsidR="005C2DE6">
              <w:rPr>
                <w:rFonts w:ascii="Times New Roman" w:hAnsi="Times New Roman"/>
                <w:sz w:val="24"/>
                <w:szCs w:val="24"/>
              </w:rPr>
              <w:t>. Katalog podmiotów zobowiązanych, o których mowa w projekcie ustawy nie jest tożsamy z katalogiem</w:t>
            </w:r>
            <w:r w:rsidR="003962EF">
              <w:rPr>
                <w:rFonts w:ascii="Times New Roman" w:hAnsi="Times New Roman"/>
                <w:sz w:val="24"/>
                <w:szCs w:val="24"/>
              </w:rPr>
              <w:t xml:space="preserve"> podmiotów podlegających ustawie o informatyzacji działalności podmiotów realizujących zadania publiczne. </w:t>
            </w:r>
          </w:p>
          <w:p w:rsidR="004E53B2" w:rsidRDefault="004E53B2" w:rsidP="00890512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Ponadto należy zauważyć, że odesłanie do art. 7 ust. 1 </w:t>
            </w:r>
            <w:r w:rsidR="009F16B7">
              <w:rPr>
                <w:rFonts w:ascii="Times New Roman" w:hAnsi="Times New Roman"/>
                <w:sz w:val="24"/>
                <w:szCs w:val="24"/>
              </w:rPr>
              <w:t>ustawy – Prawo o szkolnictwie wyższym i nauce</w:t>
            </w:r>
            <w:r w:rsidR="007872E9">
              <w:rPr>
                <w:rFonts w:ascii="Times New Roman" w:hAnsi="Times New Roman"/>
                <w:sz w:val="24"/>
                <w:szCs w:val="24"/>
              </w:rPr>
              <w:t xml:space="preserve"> z art. 22 projektu ustawy</w:t>
            </w:r>
            <w:r w:rsidR="009F16B7">
              <w:rPr>
                <w:rFonts w:ascii="Times New Roman" w:hAnsi="Times New Roman"/>
                <w:sz w:val="24"/>
                <w:szCs w:val="24"/>
              </w:rPr>
              <w:t xml:space="preserve"> pozostaje w sprzeczności z art. 4</w:t>
            </w:r>
            <w:r w:rsidR="007872E9">
              <w:rPr>
                <w:rFonts w:ascii="Times New Roman" w:hAnsi="Times New Roman"/>
                <w:sz w:val="24"/>
                <w:szCs w:val="24"/>
              </w:rPr>
              <w:t xml:space="preserve"> ust. 1 pkt 3 </w:t>
            </w:r>
            <w:r w:rsidR="009F16B7">
              <w:rPr>
                <w:rFonts w:ascii="Times New Roman" w:hAnsi="Times New Roman"/>
                <w:sz w:val="24"/>
                <w:szCs w:val="24"/>
              </w:rPr>
              <w:t xml:space="preserve"> projektu ustawy, który w</w:t>
            </w:r>
            <w:r w:rsidR="00B763E7">
              <w:rPr>
                <w:rFonts w:ascii="Times New Roman" w:hAnsi="Times New Roman"/>
                <w:sz w:val="24"/>
                <w:szCs w:val="24"/>
              </w:rPr>
              <w:t xml:space="preserve">skazuje, że przepisów ustawy o ponownym wykorzystywaniu nie stosuje się do informacji będących w posiadaniu podmiotów, o których mowa w art. 7 ust. 1 ustawy – Prawo o szkolnictwie wyższym i nauce, z nielicznymi wyjątkami. </w:t>
            </w:r>
          </w:p>
          <w:p w:rsidR="005F5CAD" w:rsidRPr="008D3FDA" w:rsidRDefault="005F5CAD" w:rsidP="00890512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4" w:type="dxa"/>
            <w:shd w:val="clear" w:color="auto" w:fill="auto"/>
          </w:tcPr>
          <w:p w:rsidR="008747D8" w:rsidRDefault="009842AA" w:rsidP="00F335BE">
            <w:pPr>
              <w:spacing w:line="276" w:lineRule="auto"/>
              <w:jc w:val="both"/>
            </w:pPr>
            <w:r>
              <w:lastRenderedPageBreak/>
              <w:t>Weryfikacja zakresu systemów objętych ustawą o informatyzacji, które nie były dotychczas objęte ustawą o ponownym wykorzystywaniu, a będą nią objęte na skutek przyjęcia nowej ustawy oraz ewentualnie w</w:t>
            </w:r>
            <w:r w:rsidR="00C8275E">
              <w:t>prowadzenie regul</w:t>
            </w:r>
            <w:r w:rsidR="00C16D3C">
              <w:t xml:space="preserve">acji przejściowej, co do okresu </w:t>
            </w:r>
            <w:r w:rsidR="00C8275E">
              <w:t>dostosowania systemów teleinformatycznych podmiotów dotychczas niezobowiązanych do udostępniania danych</w:t>
            </w:r>
            <w:r>
              <w:t xml:space="preserve"> umieszczonych w systemie teleinformatycznym</w:t>
            </w:r>
            <w:r w:rsidR="00C8275E">
              <w:t xml:space="preserve"> w trybie ustawy o ponownym wykorzystywaniu informacji sektora publicznego lub co do danych dotychczas nieobjętych tą ustawą</w:t>
            </w:r>
            <w:r w:rsidR="001D49ED">
              <w:t xml:space="preserve"> do wymagań określonych w przepisach wydanych na podstawie </w:t>
            </w:r>
            <w:r w:rsidR="00E24CFC">
              <w:t xml:space="preserve">art. 18 ustawy o </w:t>
            </w:r>
            <w:r w:rsidR="00E24CFC">
              <w:lastRenderedPageBreak/>
              <w:t xml:space="preserve">informatyzacji. </w:t>
            </w:r>
          </w:p>
          <w:p w:rsidR="000B774C" w:rsidRDefault="000B774C" w:rsidP="00F335BE">
            <w:pPr>
              <w:spacing w:line="276" w:lineRule="auto"/>
              <w:jc w:val="both"/>
            </w:pPr>
          </w:p>
          <w:p w:rsidR="000B774C" w:rsidRDefault="000B774C" w:rsidP="00F335BE">
            <w:pPr>
              <w:spacing w:line="276" w:lineRule="auto"/>
              <w:jc w:val="both"/>
            </w:pPr>
            <w:r>
              <w:t>Skoro podmioty systemu szkolnictwa wyższego, o których mowa w art. 7 ust. 1 ustawy – Prawo o szkolnictwie wyższym i nauce będą zobowiązane do udostępniania</w:t>
            </w:r>
            <w:r w:rsidR="00F82370">
              <w:t xml:space="preserve"> do ponownego wykorzystywania danych badawczych</w:t>
            </w:r>
            <w:r w:rsidR="005C053B">
              <w:t>, jeżeli dane te zostały sfinansowane ze środkó</w:t>
            </w:r>
            <w:r w:rsidR="002131BE">
              <w:t>w publicznych i zostały udostępnione w systemie teleinformatycznym tego podmiotu, sugeruje się:</w:t>
            </w:r>
          </w:p>
          <w:p w:rsidR="002131BE" w:rsidRDefault="002131BE" w:rsidP="00F335BE">
            <w:pPr>
              <w:spacing w:line="276" w:lineRule="auto"/>
              <w:jc w:val="both"/>
            </w:pPr>
            <w:r>
              <w:t>1) doprecyzowanie definicji danych badawczych, aby odnosiła się jedynie do danych zebranych na podstawie badań finansowanych ze środków publicznych, których wyniki udostępniono w systemie teleinformatycznym, zgodnie z regulacją dyrektywy</w:t>
            </w:r>
          </w:p>
          <w:p w:rsidR="002131BE" w:rsidRDefault="002131BE" w:rsidP="00F335BE">
            <w:pPr>
              <w:spacing w:line="276" w:lineRule="auto"/>
              <w:jc w:val="both"/>
            </w:pPr>
            <w:r>
              <w:t>2) wskazanie w art. 4</w:t>
            </w:r>
            <w:r w:rsidR="00D91858">
              <w:t xml:space="preserve"> projektu ustawy</w:t>
            </w:r>
            <w:r>
              <w:t xml:space="preserve">, że wyłączenie stosowania przepisów ustawy, o którym mowa w art. 4 ust. </w:t>
            </w:r>
            <w:r w:rsidR="00D91858">
              <w:t>1 pkt 3 projektu ,</w:t>
            </w:r>
            <w:r>
              <w:t xml:space="preserve"> w  stosunku do podmiotów systemu szkolnictwa wyższego i nauki nie dotyczy znajdujących się w ich posiadaniu danych badawczych;</w:t>
            </w:r>
          </w:p>
          <w:p w:rsidR="002131BE" w:rsidRDefault="002131BE" w:rsidP="00F335BE">
            <w:pPr>
              <w:spacing w:line="276" w:lineRule="auto"/>
              <w:jc w:val="both"/>
            </w:pPr>
            <w:r>
              <w:t xml:space="preserve">3) usunięcie odesłania oraz korektę przepisu art. 22 w zakresie warunków udostępniania </w:t>
            </w:r>
            <w:r>
              <w:lastRenderedPageBreak/>
              <w:t xml:space="preserve">danych badawczych. </w:t>
            </w:r>
          </w:p>
          <w:p w:rsidR="000B774C" w:rsidRDefault="000B774C" w:rsidP="00F335BE">
            <w:pPr>
              <w:spacing w:line="276" w:lineRule="auto"/>
              <w:jc w:val="both"/>
            </w:pPr>
          </w:p>
        </w:tc>
      </w:tr>
      <w:tr w:rsidR="00B67B92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3137CC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RCL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67B92" w:rsidRDefault="000410A4" w:rsidP="002E0D6A">
            <w:pPr>
              <w:jc w:val="center"/>
            </w:pPr>
            <w:r>
              <w:t>Art. 13</w:t>
            </w:r>
          </w:p>
        </w:tc>
        <w:tc>
          <w:tcPr>
            <w:tcW w:w="6642" w:type="dxa"/>
            <w:shd w:val="clear" w:color="auto" w:fill="auto"/>
          </w:tcPr>
          <w:p w:rsidR="00B67B92" w:rsidRDefault="00410840" w:rsidP="00640011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Rządowe Centrum Legislacji </w:t>
            </w:r>
            <w:r w:rsidR="00513C3C">
              <w:rPr>
                <w:rFonts w:ascii="Times New Roman" w:hAnsi="Times New Roman"/>
                <w:sz w:val="24"/>
                <w:szCs w:val="24"/>
              </w:rPr>
              <w:t xml:space="preserve">podtrzymuje uwagę do art. 13 zgłoszoną w uzgodnieniach międzyresortowych wskazując, że zobowiązane podmiotu zobowiązanego do </w:t>
            </w:r>
            <w:r w:rsidR="003137CC">
              <w:rPr>
                <w:rFonts w:ascii="Times New Roman" w:hAnsi="Times New Roman"/>
                <w:sz w:val="24"/>
                <w:szCs w:val="24"/>
              </w:rPr>
              <w:t xml:space="preserve">zapewnienia </w:t>
            </w:r>
            <w:r w:rsidR="00513C3C" w:rsidRPr="003137CC">
              <w:rPr>
                <w:rFonts w:ascii="Times New Roman" w:hAnsi="Times New Roman"/>
                <w:sz w:val="24"/>
              </w:rPr>
              <w:t>dostępność, poprawność, aktualność, kompletność i jakość informacji sektora publicznego, które udostępnia lub przekazuje w celu ponownego wykorzystywania</w:t>
            </w:r>
            <w:r w:rsidR="003137CC">
              <w:rPr>
                <w:rFonts w:ascii="Times New Roman" w:hAnsi="Times New Roman"/>
                <w:sz w:val="24"/>
              </w:rPr>
              <w:t xml:space="preserve"> powinno być doprecyzowane przez określenie</w:t>
            </w:r>
            <w:r w:rsidR="00F4173B">
              <w:rPr>
                <w:rFonts w:ascii="Times New Roman" w:hAnsi="Times New Roman"/>
                <w:sz w:val="24"/>
              </w:rPr>
              <w:t xml:space="preserve"> procedury zapewnienia wskazanych wyżej wymagań w stosunku do udostępnianych informacji sektora publicznego </w:t>
            </w:r>
            <w:r w:rsidR="003137CC">
              <w:rPr>
                <w:rFonts w:ascii="Times New Roman" w:hAnsi="Times New Roman"/>
                <w:sz w:val="24"/>
              </w:rPr>
              <w:t xml:space="preserve">lub </w:t>
            </w:r>
            <w:r w:rsidR="00D04E41">
              <w:rPr>
                <w:rFonts w:ascii="Times New Roman" w:hAnsi="Times New Roman"/>
                <w:sz w:val="24"/>
              </w:rPr>
              <w:t xml:space="preserve">dookreślone </w:t>
            </w:r>
            <w:r w:rsidR="003137CC">
              <w:rPr>
                <w:rFonts w:ascii="Times New Roman" w:hAnsi="Times New Roman"/>
                <w:sz w:val="24"/>
              </w:rPr>
              <w:t>przez podmiot</w:t>
            </w:r>
            <w:r w:rsidR="000B1178">
              <w:rPr>
                <w:rFonts w:ascii="Times New Roman" w:hAnsi="Times New Roman"/>
                <w:sz w:val="24"/>
              </w:rPr>
              <w:t xml:space="preserve"> zobowiązany</w:t>
            </w:r>
            <w:r w:rsidR="00D91858">
              <w:rPr>
                <w:rFonts w:ascii="Times New Roman" w:hAnsi="Times New Roman"/>
                <w:sz w:val="24"/>
              </w:rPr>
              <w:t xml:space="preserve"> w momencie udostępniania lub przekazania danych poprzez wskazanie</w:t>
            </w:r>
            <w:r w:rsidR="003137CC">
              <w:rPr>
                <w:rFonts w:ascii="Times New Roman" w:hAnsi="Times New Roman"/>
                <w:sz w:val="24"/>
              </w:rPr>
              <w:t xml:space="preserve"> standardów dostępności, poprawności, aktualności, kompletności i jakości informacji sektora publicznego</w:t>
            </w:r>
            <w:r w:rsidR="000B1178">
              <w:rPr>
                <w:rFonts w:ascii="Times New Roman" w:hAnsi="Times New Roman"/>
                <w:sz w:val="24"/>
              </w:rPr>
              <w:t xml:space="preserve">, których może oczekiwać od danego typu </w:t>
            </w:r>
            <w:r w:rsidR="00C25DD1">
              <w:rPr>
                <w:rFonts w:ascii="Times New Roman" w:hAnsi="Times New Roman"/>
                <w:sz w:val="24"/>
              </w:rPr>
              <w:t xml:space="preserve">udostępnianych </w:t>
            </w:r>
            <w:r w:rsidR="00D04E41">
              <w:rPr>
                <w:rFonts w:ascii="Times New Roman" w:hAnsi="Times New Roman"/>
                <w:sz w:val="24"/>
              </w:rPr>
              <w:t xml:space="preserve">informacji sektora publicznego </w:t>
            </w:r>
            <w:r w:rsidR="000B1178">
              <w:rPr>
                <w:rFonts w:ascii="Times New Roman" w:hAnsi="Times New Roman"/>
                <w:sz w:val="24"/>
              </w:rPr>
              <w:t>podmiot</w:t>
            </w:r>
            <w:r w:rsidR="008736CE">
              <w:rPr>
                <w:rFonts w:ascii="Times New Roman" w:hAnsi="Times New Roman"/>
                <w:sz w:val="24"/>
              </w:rPr>
              <w:t xml:space="preserve"> korzystający</w:t>
            </w:r>
            <w:r w:rsidR="000B1178">
              <w:rPr>
                <w:rFonts w:ascii="Times New Roman" w:hAnsi="Times New Roman"/>
                <w:sz w:val="24"/>
              </w:rPr>
              <w:t xml:space="preserve">. Standardy te powinny </w:t>
            </w:r>
            <w:r w:rsidR="000B1178">
              <w:rPr>
                <w:rFonts w:ascii="Times New Roman" w:hAnsi="Times New Roman"/>
                <w:sz w:val="24"/>
              </w:rPr>
              <w:lastRenderedPageBreak/>
              <w:t>być określone</w:t>
            </w:r>
            <w:r w:rsidR="00F4173B">
              <w:rPr>
                <w:rFonts w:ascii="Times New Roman" w:hAnsi="Times New Roman"/>
                <w:sz w:val="24"/>
              </w:rPr>
              <w:t xml:space="preserve"> w momencie udostępnienia na wniosek i w każdym przypadku w sytuacji udostępnienia w systemie teleinformatycznym</w:t>
            </w:r>
            <w:r w:rsidR="000B1178">
              <w:rPr>
                <w:rFonts w:ascii="Times New Roman" w:hAnsi="Times New Roman"/>
                <w:sz w:val="24"/>
              </w:rPr>
              <w:t xml:space="preserve"> publicznie dostępnym</w:t>
            </w:r>
            <w:r w:rsidR="00631341">
              <w:rPr>
                <w:rFonts w:ascii="Times New Roman" w:hAnsi="Times New Roman"/>
                <w:sz w:val="24"/>
              </w:rPr>
              <w:t>.</w:t>
            </w:r>
            <w:r w:rsidR="00F4173B">
              <w:rPr>
                <w:rFonts w:ascii="Times New Roman" w:hAnsi="Times New Roman"/>
                <w:sz w:val="24"/>
              </w:rPr>
              <w:t xml:space="preserve"> Określenie w jakich terminach dane będą aktualizowane, kryteriów ich poprawności czy oczekiwanej jakości będzie sprzyjało </w:t>
            </w:r>
            <w:r w:rsidR="00516778">
              <w:rPr>
                <w:rFonts w:ascii="Times New Roman" w:hAnsi="Times New Roman"/>
                <w:sz w:val="24"/>
              </w:rPr>
              <w:t>zapewnieniu pewności obrotu w sytuacji wykorzystywania informacji sektora publicznego do celów gospodarczych, a w razie wątpliwości co do zachowania przez podmiot zobowiązany standardów, o których mowa w art. 13 ust. 1 publikowana</w:t>
            </w:r>
            <w:r w:rsidR="00640011">
              <w:rPr>
                <w:rFonts w:ascii="Times New Roman" w:hAnsi="Times New Roman"/>
                <w:sz w:val="24"/>
              </w:rPr>
              <w:t xml:space="preserve"> lub przekazywana</w:t>
            </w:r>
            <w:r w:rsidR="00516778">
              <w:rPr>
                <w:rFonts w:ascii="Times New Roman" w:hAnsi="Times New Roman"/>
                <w:sz w:val="24"/>
              </w:rPr>
              <w:t xml:space="preserve"> p</w:t>
            </w:r>
            <w:r w:rsidR="000B0BE7">
              <w:rPr>
                <w:rFonts w:ascii="Times New Roman" w:hAnsi="Times New Roman"/>
                <w:sz w:val="24"/>
              </w:rPr>
              <w:t>rzez ten podmiot charakterystyka sposobów zapewnienia</w:t>
            </w:r>
            <w:r w:rsidR="00516778">
              <w:rPr>
                <w:rFonts w:ascii="Times New Roman" w:hAnsi="Times New Roman"/>
                <w:sz w:val="24"/>
              </w:rPr>
              <w:t xml:space="preserve"> </w:t>
            </w:r>
            <w:r w:rsidR="000B0BE7">
              <w:rPr>
                <w:rFonts w:ascii="Times New Roman" w:hAnsi="Times New Roman"/>
                <w:sz w:val="24"/>
              </w:rPr>
              <w:t xml:space="preserve">tych standardów </w:t>
            </w:r>
            <w:r w:rsidR="00264BE7">
              <w:rPr>
                <w:rFonts w:ascii="Times New Roman" w:hAnsi="Times New Roman"/>
                <w:sz w:val="24"/>
              </w:rPr>
              <w:t>w stosunku do udostępnianych informacji sektora publicznego może pozwolić na</w:t>
            </w:r>
            <w:r w:rsidR="000B0BE7">
              <w:rPr>
                <w:rFonts w:ascii="Times New Roman" w:hAnsi="Times New Roman"/>
                <w:sz w:val="24"/>
              </w:rPr>
              <w:t xml:space="preserve"> uwolnienie się od odpowiedzialności,</w:t>
            </w:r>
            <w:r w:rsidR="00A16B9E">
              <w:rPr>
                <w:rFonts w:ascii="Times New Roman" w:hAnsi="Times New Roman"/>
                <w:sz w:val="24"/>
              </w:rPr>
              <w:t xml:space="preserve"> w tym odpowiedzialności odszkodowawczej, </w:t>
            </w:r>
            <w:r w:rsidR="000B0BE7">
              <w:rPr>
                <w:rFonts w:ascii="Times New Roman" w:hAnsi="Times New Roman"/>
                <w:sz w:val="24"/>
              </w:rPr>
              <w:t xml:space="preserve"> w</w:t>
            </w:r>
            <w:r w:rsidR="00640011">
              <w:rPr>
                <w:rFonts w:ascii="Times New Roman" w:hAnsi="Times New Roman"/>
                <w:sz w:val="24"/>
              </w:rPr>
              <w:t xml:space="preserve"> razie wątpliwości co do spełnienia</w:t>
            </w:r>
            <w:r w:rsidR="00A16B9E">
              <w:rPr>
                <w:rFonts w:ascii="Times New Roman" w:hAnsi="Times New Roman"/>
                <w:sz w:val="24"/>
              </w:rPr>
              <w:t xml:space="preserve"> standardów określonych w tym przepisie. </w:t>
            </w:r>
          </w:p>
        </w:tc>
        <w:tc>
          <w:tcPr>
            <w:tcW w:w="4514" w:type="dxa"/>
            <w:shd w:val="clear" w:color="auto" w:fill="auto"/>
          </w:tcPr>
          <w:p w:rsidR="00B67B92" w:rsidRDefault="00B21847" w:rsidP="008736CE">
            <w:pPr>
              <w:spacing w:line="276" w:lineRule="auto"/>
              <w:jc w:val="both"/>
            </w:pPr>
            <w:r>
              <w:lastRenderedPageBreak/>
              <w:t xml:space="preserve">Uregulowanie na poziomie ustawowym lub zobowiązanie podmiotów udostępniających informacje sektora publicznego do określenia w momencie udostępnienia danych </w:t>
            </w:r>
            <w:r w:rsidR="00B9392C">
              <w:t xml:space="preserve"> informacji o aktualności  czy dacie, na którą dane są aktualne </w:t>
            </w:r>
            <w:r>
              <w:t>i kiedy upłynie termin ich aktualności</w:t>
            </w:r>
            <w:r w:rsidR="00A16B9E">
              <w:t xml:space="preserve">, w jakim terminie </w:t>
            </w:r>
            <w:r>
              <w:t>przewidywana jest aktualizacja lub z jaką częstotliwością są aktualizowane, co zawierają dane uznawane za dane poprawne</w:t>
            </w:r>
            <w:r w:rsidR="008736CE">
              <w:t xml:space="preserve">, jakie standardy </w:t>
            </w:r>
            <w:r>
              <w:t xml:space="preserve"> jakości spełniają </w:t>
            </w:r>
            <w:r w:rsidR="00B9392C">
              <w:t xml:space="preserve">udostępnione </w:t>
            </w:r>
            <w:r w:rsidR="001F7E97">
              <w:t>informacje sektora publicznego</w:t>
            </w:r>
            <w:r>
              <w:t xml:space="preserve">, </w:t>
            </w:r>
            <w:r w:rsidR="001F7E97">
              <w:t xml:space="preserve">jakie </w:t>
            </w:r>
            <w:r w:rsidR="008736CE">
              <w:t>elementy zawierają udostępnione</w:t>
            </w:r>
            <w:r w:rsidR="001F7E97">
              <w:t xml:space="preserve"> informacje sektora </w:t>
            </w:r>
            <w:r w:rsidR="001F7E97">
              <w:lastRenderedPageBreak/>
              <w:t>publicznego</w:t>
            </w:r>
            <w:r>
              <w:t>, aby możliwe było ustalenie czy dane są kompletne,</w:t>
            </w:r>
            <w:r w:rsidR="001F7E97">
              <w:t xml:space="preserve"> co oznacza zapewnienie dostępności danych – czy oznacza możliwość ich pobrania z systemu etc. </w:t>
            </w:r>
          </w:p>
          <w:p w:rsidR="003D7E47" w:rsidRDefault="003D7E47" w:rsidP="008736CE">
            <w:pPr>
              <w:spacing w:line="276" w:lineRule="auto"/>
              <w:jc w:val="both"/>
            </w:pPr>
          </w:p>
          <w:p w:rsidR="003D7E47" w:rsidRDefault="003D7E47" w:rsidP="00271D7A">
            <w:pPr>
              <w:spacing w:line="276" w:lineRule="auto"/>
              <w:jc w:val="both"/>
            </w:pPr>
          </w:p>
        </w:tc>
      </w:tr>
      <w:tr w:rsidR="00F15156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F15156" w:rsidRPr="004D086F" w:rsidRDefault="00F15156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F15156" w:rsidRDefault="00F15156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F15156" w:rsidRDefault="00F15156" w:rsidP="002E0D6A">
            <w:pPr>
              <w:jc w:val="center"/>
            </w:pPr>
            <w:r>
              <w:t>Art. 14</w:t>
            </w:r>
          </w:p>
        </w:tc>
        <w:tc>
          <w:tcPr>
            <w:tcW w:w="6642" w:type="dxa"/>
            <w:shd w:val="clear" w:color="auto" w:fill="auto"/>
          </w:tcPr>
          <w:p w:rsidR="00F15156" w:rsidRDefault="00F15156" w:rsidP="0058010D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Rządowe Centrum Legislacji</w:t>
            </w:r>
            <w:r w:rsidR="00280FB2">
              <w:rPr>
                <w:rFonts w:ascii="Times New Roman" w:hAnsi="Times New Roman"/>
                <w:sz w:val="24"/>
                <w:szCs w:val="24"/>
              </w:rPr>
              <w:t xml:space="preserve"> podtrzymuje uwagę do art. 14 w </w:t>
            </w:r>
            <w:r>
              <w:rPr>
                <w:rFonts w:ascii="Times New Roman" w:hAnsi="Times New Roman"/>
                <w:sz w:val="24"/>
                <w:szCs w:val="24"/>
              </w:rPr>
              <w:t>zakresie sprzeczności ust.</w:t>
            </w:r>
            <w:r w:rsidR="00280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1, który wskazują na zasadę bezwarunkowego dostępu do danych</w:t>
            </w:r>
            <w:r w:rsidR="0058010D">
              <w:rPr>
                <w:rFonts w:ascii="Times New Roman" w:hAnsi="Times New Roman"/>
                <w:sz w:val="24"/>
                <w:szCs w:val="24"/>
              </w:rPr>
              <w:t xml:space="preserve">, a ust. 5 tego przepisu dopuszcza możliwość ustalenia warunków dostępu, o których mowa w art. 15 w innych przypadkach niż określone w ust. 2 i 4. </w:t>
            </w:r>
          </w:p>
        </w:tc>
        <w:tc>
          <w:tcPr>
            <w:tcW w:w="4514" w:type="dxa"/>
            <w:shd w:val="clear" w:color="auto" w:fill="auto"/>
          </w:tcPr>
          <w:p w:rsidR="00F15156" w:rsidRDefault="002D1130" w:rsidP="00B21847">
            <w:pPr>
              <w:spacing w:line="276" w:lineRule="auto"/>
              <w:jc w:val="both"/>
            </w:pPr>
            <w:r>
              <w:t>Usunięcie ust. 5</w:t>
            </w:r>
            <w:r w:rsidR="00E40972">
              <w:t xml:space="preserve"> i ustalenie wyczerpującego katalogu przypadków, w których dostęp do informacji sektora publicznego może być ograniczony warunkami dostępu. </w:t>
            </w:r>
          </w:p>
        </w:tc>
      </w:tr>
      <w:tr w:rsidR="00B67B92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B67B92" w:rsidRDefault="0099482D" w:rsidP="002E0D6A">
            <w:pPr>
              <w:jc w:val="center"/>
            </w:pPr>
            <w:r>
              <w:t>art. 42</w:t>
            </w:r>
          </w:p>
        </w:tc>
        <w:tc>
          <w:tcPr>
            <w:tcW w:w="6642" w:type="dxa"/>
            <w:shd w:val="clear" w:color="auto" w:fill="auto"/>
          </w:tcPr>
          <w:p w:rsidR="00B67B92" w:rsidRDefault="0099482D" w:rsidP="0099482D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Przepis nie wskazuje wprost do kogo składany jest wniosek o ponowne wykorzystywanie. </w:t>
            </w:r>
          </w:p>
        </w:tc>
        <w:tc>
          <w:tcPr>
            <w:tcW w:w="4514" w:type="dxa"/>
            <w:shd w:val="clear" w:color="auto" w:fill="auto"/>
          </w:tcPr>
          <w:p w:rsidR="00B67B92" w:rsidRDefault="0099482D" w:rsidP="00651688">
            <w:pPr>
              <w:spacing w:line="276" w:lineRule="auto"/>
              <w:jc w:val="both"/>
            </w:pPr>
            <w:r>
              <w:t>Przepis wymaga uzupełniania</w:t>
            </w:r>
            <w:r w:rsidR="00F22FFB">
              <w:t xml:space="preserve"> poprzez wskazanie, że wniosek wnosi się do pomiotu zobowiązanego, skoro art. 43 wskazuje, że to podmiot zobowiązany zawiadamia wnioskodawcę o przyczynach opóźnienia. </w:t>
            </w:r>
          </w:p>
        </w:tc>
      </w:tr>
      <w:tr w:rsidR="00B67B92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B67B92" w:rsidRDefault="00313E65" w:rsidP="002E0D6A">
            <w:pPr>
              <w:jc w:val="center"/>
            </w:pPr>
            <w:r>
              <w:t xml:space="preserve">art. 62 ust. 2 </w:t>
            </w:r>
          </w:p>
        </w:tc>
        <w:tc>
          <w:tcPr>
            <w:tcW w:w="6642" w:type="dxa"/>
            <w:shd w:val="clear" w:color="auto" w:fill="auto"/>
          </w:tcPr>
          <w:p w:rsidR="00B67B92" w:rsidRDefault="00E4610F" w:rsidP="009C0EE0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Konstrukcja zachowania w mocy przepisów</w:t>
            </w:r>
            <w:r w:rsidR="00185667">
              <w:rPr>
                <w:rFonts w:ascii="Times New Roman" w:hAnsi="Times New Roman"/>
                <w:sz w:val="24"/>
                <w:szCs w:val="24"/>
              </w:rPr>
              <w:t xml:space="preserve"> wykonawczych wydanych na podstawie art. 80cf i 100an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nie jest możliwa do utrzymania. Z uwagi na to, że</w:t>
            </w:r>
            <w:r w:rsidR="007E13CF">
              <w:rPr>
                <w:rFonts w:ascii="Times New Roman" w:hAnsi="Times New Roman"/>
                <w:sz w:val="24"/>
                <w:szCs w:val="24"/>
              </w:rPr>
              <w:t xml:space="preserve"> upoważnienia ustawowe</w:t>
            </w:r>
            <w:r w:rsidR="005F3F46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r>
              <w:rPr>
                <w:rFonts w:ascii="Times New Roman" w:hAnsi="Times New Roman"/>
                <w:sz w:val="24"/>
                <w:szCs w:val="24"/>
              </w:rPr>
              <w:t>art.</w:t>
            </w:r>
            <w:r w:rsidR="00AA4960">
              <w:rPr>
                <w:rFonts w:ascii="Times New Roman" w:hAnsi="Times New Roman"/>
                <w:sz w:val="24"/>
                <w:szCs w:val="24"/>
              </w:rPr>
              <w:t xml:space="preserve"> 80cf</w:t>
            </w:r>
            <w:r w:rsidR="005F3F46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="005F3F46">
              <w:rPr>
                <w:rFonts w:ascii="Times New Roman" w:hAnsi="Times New Roman"/>
                <w:sz w:val="24"/>
                <w:szCs w:val="24"/>
              </w:rPr>
              <w:lastRenderedPageBreak/>
              <w:t>100an</w:t>
            </w:r>
            <w:r w:rsidR="00F250CB">
              <w:rPr>
                <w:rFonts w:ascii="Times New Roman" w:hAnsi="Times New Roman"/>
                <w:sz w:val="24"/>
                <w:szCs w:val="24"/>
              </w:rPr>
              <w:t xml:space="preserve"> ustawy – Prawo o ruchu drogowym,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5F78">
              <w:rPr>
                <w:rFonts w:ascii="Times New Roman" w:hAnsi="Times New Roman"/>
                <w:sz w:val="24"/>
                <w:szCs w:val="24"/>
              </w:rPr>
              <w:t xml:space="preserve">formułując swój zakres przedmiotowy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odsyła odpowiednio do art. 80ce </w:t>
            </w:r>
            <w:r w:rsidR="005F3F46">
              <w:rPr>
                <w:rFonts w:ascii="Times New Roman" w:hAnsi="Times New Roman"/>
                <w:sz w:val="24"/>
                <w:szCs w:val="24"/>
              </w:rPr>
              <w:t>i art. 100am, które wskazują, że ponowne udostępnie</w:t>
            </w:r>
            <w:r w:rsidR="00CA0907">
              <w:rPr>
                <w:rFonts w:ascii="Times New Roman" w:hAnsi="Times New Roman"/>
                <w:sz w:val="24"/>
                <w:szCs w:val="24"/>
              </w:rPr>
              <w:t>nie</w:t>
            </w:r>
            <w:r w:rsidR="009C0EE0">
              <w:rPr>
                <w:rFonts w:ascii="Times New Roman" w:hAnsi="Times New Roman"/>
                <w:sz w:val="24"/>
                <w:szCs w:val="24"/>
              </w:rPr>
              <w:t xml:space="preserve"> informacji sektora publicznego zawartych w ewidencji pojazdów i kierowców</w:t>
            </w:r>
            <w:r w:rsidR="00CA0907">
              <w:rPr>
                <w:rFonts w:ascii="Times New Roman" w:hAnsi="Times New Roman"/>
                <w:sz w:val="24"/>
                <w:szCs w:val="24"/>
              </w:rPr>
              <w:t xml:space="preserve"> następuje z zachowaniem przepisów ustawy</w:t>
            </w:r>
            <w:r w:rsidR="005F3F46">
              <w:rPr>
                <w:rFonts w:ascii="Times New Roman" w:hAnsi="Times New Roman"/>
                <w:sz w:val="24"/>
                <w:szCs w:val="24"/>
              </w:rPr>
              <w:t xml:space="preserve"> o ponownym wykorzystywaniu informacji sektora publicznego</w:t>
            </w:r>
            <w:r w:rsidR="00CA0907">
              <w:rPr>
                <w:rFonts w:ascii="Times New Roman" w:hAnsi="Times New Roman"/>
                <w:sz w:val="24"/>
                <w:szCs w:val="24"/>
              </w:rPr>
              <w:t xml:space="preserve"> to zgodnie z § 32 ust. 2</w:t>
            </w:r>
            <w:r w:rsidR="002F2358">
              <w:rPr>
                <w:rFonts w:ascii="Times New Roman" w:hAnsi="Times New Roman"/>
                <w:sz w:val="24"/>
                <w:szCs w:val="24"/>
              </w:rPr>
              <w:t xml:space="preserve"> ZTP następuje zmiana</w:t>
            </w:r>
            <w:r w:rsidR="00F25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E09">
              <w:rPr>
                <w:rFonts w:ascii="Times New Roman" w:hAnsi="Times New Roman"/>
                <w:sz w:val="24"/>
                <w:szCs w:val="24"/>
              </w:rPr>
              <w:t>dotycząca zakresu tego upoważnienia</w:t>
            </w:r>
            <w:r w:rsidR="002F2358">
              <w:rPr>
                <w:rFonts w:ascii="Times New Roman" w:hAnsi="Times New Roman"/>
                <w:sz w:val="24"/>
                <w:szCs w:val="24"/>
              </w:rPr>
              <w:t>, której skutkiem jest utrata mocy obowiązującej rozporządzeń wydanych na podstawie tych upoważnień. Rozporządzenia wydane na podstawie tych przepisów odwołują się do definicji ponownego wykorzystywania zawartej w obecnie obowiązującej ustawie</w:t>
            </w:r>
            <w:r w:rsidR="009F5961">
              <w:rPr>
                <w:rFonts w:ascii="Times New Roman" w:hAnsi="Times New Roman"/>
                <w:sz w:val="24"/>
                <w:szCs w:val="24"/>
              </w:rPr>
              <w:t xml:space="preserve"> i posługują się tą definicją wskazując na cele ponownego wykorzystywania </w:t>
            </w:r>
            <w:r w:rsidR="001B36E9">
              <w:rPr>
                <w:rFonts w:ascii="Times New Roman" w:hAnsi="Times New Roman"/>
                <w:sz w:val="24"/>
                <w:szCs w:val="24"/>
              </w:rPr>
              <w:t>(</w:t>
            </w:r>
            <w:r w:rsidR="009F5961">
              <w:rPr>
                <w:rFonts w:ascii="Times New Roman" w:hAnsi="Times New Roman"/>
                <w:sz w:val="24"/>
                <w:szCs w:val="24"/>
              </w:rPr>
              <w:t xml:space="preserve">„w celu </w:t>
            </w:r>
            <w:r w:rsidR="00307C02">
              <w:rPr>
                <w:rFonts w:ascii="Times New Roman" w:hAnsi="Times New Roman"/>
                <w:sz w:val="24"/>
                <w:szCs w:val="24"/>
              </w:rPr>
              <w:t>komercyjnym</w:t>
            </w:r>
            <w:r w:rsidR="009F5961">
              <w:rPr>
                <w:rFonts w:ascii="Times New Roman" w:hAnsi="Times New Roman"/>
                <w:sz w:val="24"/>
                <w:szCs w:val="24"/>
              </w:rPr>
              <w:t xml:space="preserve"> i niekomercyjnym</w:t>
            </w:r>
            <w:r w:rsidR="00307C02">
              <w:rPr>
                <w:rFonts w:ascii="Times New Roman" w:hAnsi="Times New Roman"/>
                <w:sz w:val="24"/>
                <w:szCs w:val="24"/>
              </w:rPr>
              <w:t>”</w:t>
            </w:r>
            <w:r w:rsidR="001B36E9">
              <w:rPr>
                <w:rFonts w:ascii="Times New Roman" w:hAnsi="Times New Roman"/>
                <w:sz w:val="24"/>
                <w:szCs w:val="24"/>
              </w:rPr>
              <w:t>)</w:t>
            </w:r>
            <w:r w:rsidR="00307C02">
              <w:rPr>
                <w:rFonts w:ascii="Times New Roman" w:hAnsi="Times New Roman"/>
                <w:sz w:val="24"/>
                <w:szCs w:val="24"/>
              </w:rPr>
              <w:t xml:space="preserve">. Definicja ponownego wykorzystywania zawarta w nowej ustawie </w:t>
            </w:r>
            <w:r w:rsidR="001A6BC8">
              <w:rPr>
                <w:rFonts w:ascii="Times New Roman" w:hAnsi="Times New Roman"/>
                <w:sz w:val="24"/>
                <w:szCs w:val="24"/>
              </w:rPr>
              <w:t xml:space="preserve">wskazuje, że ponowne wykorzystywanie </w:t>
            </w:r>
            <w:r w:rsidR="009B5E09">
              <w:rPr>
                <w:rFonts w:ascii="Times New Roman" w:hAnsi="Times New Roman"/>
                <w:sz w:val="24"/>
                <w:szCs w:val="24"/>
              </w:rPr>
              <w:t>„</w:t>
            </w:r>
            <w:r w:rsidR="001A6BC8">
              <w:rPr>
                <w:rFonts w:ascii="Times New Roman" w:hAnsi="Times New Roman"/>
                <w:sz w:val="24"/>
                <w:szCs w:val="24"/>
              </w:rPr>
              <w:t xml:space="preserve">jest dokonywane </w:t>
            </w:r>
            <w:r w:rsidR="00AA4960" w:rsidRPr="00AA4960">
              <w:rPr>
                <w:rFonts w:ascii="Times New Roman" w:hAnsi="Times New Roman"/>
                <w:sz w:val="24"/>
                <w:szCs w:val="24"/>
              </w:rPr>
              <w:t>w jakimkolwiek innym celu niż pierwotny publiczny cel, dla którego informacja została wytworzona, przetworzona, pozyskana lub zgromadzona</w:t>
            </w:r>
            <w:r w:rsidR="00AA4960">
              <w:rPr>
                <w:rFonts w:ascii="Times New Roman" w:hAnsi="Times New Roman"/>
                <w:sz w:val="24"/>
                <w:szCs w:val="24"/>
              </w:rPr>
              <w:t>.</w:t>
            </w:r>
            <w:r w:rsidR="009B5E09">
              <w:rPr>
                <w:rFonts w:ascii="Times New Roman" w:hAnsi="Times New Roman"/>
                <w:sz w:val="24"/>
                <w:szCs w:val="24"/>
              </w:rPr>
              <w:t>”</w:t>
            </w:r>
            <w:r w:rsidR="00AA4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14" w:type="dxa"/>
            <w:shd w:val="clear" w:color="auto" w:fill="auto"/>
          </w:tcPr>
          <w:p w:rsidR="00B67B92" w:rsidRDefault="00AA4960" w:rsidP="00651688">
            <w:pPr>
              <w:spacing w:line="276" w:lineRule="auto"/>
              <w:jc w:val="both"/>
            </w:pPr>
            <w:r>
              <w:lastRenderedPageBreak/>
              <w:t xml:space="preserve">Objęcie przepisów wykonawczych wydanych na podstawie art. 80cf i 100 </w:t>
            </w:r>
            <w:proofErr w:type="spellStart"/>
            <w:r>
              <w:t>an</w:t>
            </w:r>
            <w:proofErr w:type="spellEnd"/>
            <w:r>
              <w:t xml:space="preserve"> dyspozycją art. 62 ust. 1</w:t>
            </w:r>
            <w:r w:rsidR="003D7E47">
              <w:t xml:space="preserve"> projektu, </w:t>
            </w:r>
            <w:r w:rsidR="003D7E47">
              <w:lastRenderedPageBreak/>
              <w:t xml:space="preserve">utrzymanie ich w mocy obowiązującej </w:t>
            </w:r>
            <w:r w:rsidR="009B5E09">
              <w:t>przez określony czas</w:t>
            </w:r>
            <w:r>
              <w:t xml:space="preserve"> i</w:t>
            </w:r>
            <w:r w:rsidR="003D7E47">
              <w:t xml:space="preserve"> następnie</w:t>
            </w:r>
            <w:r>
              <w:t xml:space="preserve"> wydanie nowego aktu wykonawczego na podstawie zmienionego upoważnienia modyfikującego cel ponownego wykorzystywania. </w:t>
            </w:r>
          </w:p>
          <w:p w:rsidR="00640011" w:rsidRDefault="00F334FF" w:rsidP="00CB0EFC">
            <w:pPr>
              <w:spacing w:line="276" w:lineRule="auto"/>
              <w:jc w:val="both"/>
            </w:pPr>
            <w:r>
              <w:t>Na</w:t>
            </w:r>
            <w:r w:rsidR="008E354A">
              <w:t xml:space="preserve"> marginesie należy zauważyć, że </w:t>
            </w:r>
            <w:r w:rsidR="00640011">
              <w:t xml:space="preserve"> ww. </w:t>
            </w:r>
            <w:r w:rsidR="008E354A">
              <w:t>akty wykonawcze w bieżącym roku</w:t>
            </w:r>
            <w:r>
              <w:t xml:space="preserve"> </w:t>
            </w:r>
            <w:r w:rsidR="008E354A">
              <w:t xml:space="preserve"> będą wymagały stosowanej nowelizacji </w:t>
            </w:r>
            <w:r w:rsidR="00BE08C6">
              <w:t>w</w:t>
            </w:r>
            <w:r>
              <w:t xml:space="preserve"> </w:t>
            </w:r>
            <w:r w:rsidR="001B36E9">
              <w:t> </w:t>
            </w:r>
            <w:r w:rsidR="00640011">
              <w:t>związku z upływającym w maju terminem wydania komunikatu, o którym mowa w art. 7 ustawy z dnia 24 listopada 2017 r. o zmianie ustawy – Prawo o ruchu drogowym i niektórych innych ustaw (Dz. U. z 2018 r. poz. 79 i 957 oraz z 2019 r. poz. 53)</w:t>
            </w:r>
            <w:r w:rsidR="00B23CD8">
              <w:t xml:space="preserve"> i</w:t>
            </w:r>
            <w:r w:rsidR="00BE08C6">
              <w:t xml:space="preserve"> związanym z nim terminem </w:t>
            </w:r>
            <w:r w:rsidR="00B23CD8">
              <w:t xml:space="preserve">udostępnienia </w:t>
            </w:r>
            <w:r w:rsidR="00CD37E1">
              <w:t xml:space="preserve">w systemie teleinformatycznym funkcjonalności umożliwiającej prowadzenie </w:t>
            </w:r>
            <w:r w:rsidR="00CB0EFC">
              <w:t xml:space="preserve"> w tym systemie </w:t>
            </w:r>
            <w:r w:rsidR="00CD37E1">
              <w:t xml:space="preserve">wykazu pojazdów </w:t>
            </w:r>
            <w:r w:rsidR="00BE08C6">
              <w:t xml:space="preserve">używanych </w:t>
            </w:r>
            <w:r w:rsidR="00CB0EFC">
              <w:t xml:space="preserve">w ruchu drogowym </w:t>
            </w:r>
            <w:r w:rsidR="00BE08C6">
              <w:t>przez podmiot uprawniony do profesjonalnej rejestracji pojazdów (art. 80x ustawy – Prawo o ruchu drogowym))</w:t>
            </w:r>
          </w:p>
        </w:tc>
      </w:tr>
    </w:tbl>
    <w:p w:rsidR="00C64B1B" w:rsidRDefault="00C64B1B" w:rsidP="00C64B1B">
      <w:pPr>
        <w:jc w:val="center"/>
      </w:pPr>
    </w:p>
    <w:sectPr w:rsidR="00C64B1B" w:rsidSect="00630397">
      <w:footerReference w:type="default" r:id="rId8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199" w:rsidRDefault="00A76199" w:rsidP="006F2464">
      <w:r>
        <w:separator/>
      </w:r>
    </w:p>
  </w:endnote>
  <w:endnote w:type="continuationSeparator" w:id="0">
    <w:p w:rsidR="00A76199" w:rsidRDefault="00A76199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1C2C">
      <w:rPr>
        <w:noProof/>
      </w:rPr>
      <w:t>1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199" w:rsidRDefault="00A76199" w:rsidP="006F2464">
      <w:r>
        <w:separator/>
      </w:r>
    </w:p>
  </w:footnote>
  <w:footnote w:type="continuationSeparator" w:id="0">
    <w:p w:rsidR="00A76199" w:rsidRDefault="00A76199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37"/>
    <w:rsid w:val="00034258"/>
    <w:rsid w:val="000410A4"/>
    <w:rsid w:val="00045866"/>
    <w:rsid w:val="00082001"/>
    <w:rsid w:val="000B0BE7"/>
    <w:rsid w:val="000B1178"/>
    <w:rsid w:val="000B6688"/>
    <w:rsid w:val="000B774C"/>
    <w:rsid w:val="000C03DE"/>
    <w:rsid w:val="000F70DC"/>
    <w:rsid w:val="00130D2A"/>
    <w:rsid w:val="0013664C"/>
    <w:rsid w:val="00183FC5"/>
    <w:rsid w:val="00185667"/>
    <w:rsid w:val="001A3D2E"/>
    <w:rsid w:val="001A6BC8"/>
    <w:rsid w:val="001B36E9"/>
    <w:rsid w:val="001C7693"/>
    <w:rsid w:val="001D49ED"/>
    <w:rsid w:val="001F7E97"/>
    <w:rsid w:val="00204D78"/>
    <w:rsid w:val="002131BE"/>
    <w:rsid w:val="002144C2"/>
    <w:rsid w:val="00214A9B"/>
    <w:rsid w:val="00223705"/>
    <w:rsid w:val="0022724A"/>
    <w:rsid w:val="002466F6"/>
    <w:rsid w:val="00260DFC"/>
    <w:rsid w:val="00264BE7"/>
    <w:rsid w:val="002715B2"/>
    <w:rsid w:val="00271D7A"/>
    <w:rsid w:val="00280FB2"/>
    <w:rsid w:val="002830F3"/>
    <w:rsid w:val="002C31D2"/>
    <w:rsid w:val="002C3EF7"/>
    <w:rsid w:val="002D1130"/>
    <w:rsid w:val="002D1A90"/>
    <w:rsid w:val="002D70FF"/>
    <w:rsid w:val="002E0D6A"/>
    <w:rsid w:val="002F2358"/>
    <w:rsid w:val="002F7597"/>
    <w:rsid w:val="00307C02"/>
    <w:rsid w:val="003124D1"/>
    <w:rsid w:val="003137CC"/>
    <w:rsid w:val="00313E65"/>
    <w:rsid w:val="00371A2B"/>
    <w:rsid w:val="00371C2C"/>
    <w:rsid w:val="003838E7"/>
    <w:rsid w:val="0039589D"/>
    <w:rsid w:val="003962EF"/>
    <w:rsid w:val="003B4BA3"/>
    <w:rsid w:val="003C5A07"/>
    <w:rsid w:val="003D0C75"/>
    <w:rsid w:val="003D7E47"/>
    <w:rsid w:val="003E0F7C"/>
    <w:rsid w:val="003E4667"/>
    <w:rsid w:val="00402F65"/>
    <w:rsid w:val="00404A48"/>
    <w:rsid w:val="00410840"/>
    <w:rsid w:val="00415D31"/>
    <w:rsid w:val="00433524"/>
    <w:rsid w:val="00440EA3"/>
    <w:rsid w:val="004451BF"/>
    <w:rsid w:val="00452982"/>
    <w:rsid w:val="00462ED0"/>
    <w:rsid w:val="0047105F"/>
    <w:rsid w:val="0048004E"/>
    <w:rsid w:val="00481F1D"/>
    <w:rsid w:val="004908AC"/>
    <w:rsid w:val="00490CCE"/>
    <w:rsid w:val="00494158"/>
    <w:rsid w:val="004D086F"/>
    <w:rsid w:val="004E53B2"/>
    <w:rsid w:val="00501751"/>
    <w:rsid w:val="00513C3C"/>
    <w:rsid w:val="00516778"/>
    <w:rsid w:val="00530649"/>
    <w:rsid w:val="005310EA"/>
    <w:rsid w:val="00536E1C"/>
    <w:rsid w:val="00540339"/>
    <w:rsid w:val="0054072C"/>
    <w:rsid w:val="00556502"/>
    <w:rsid w:val="00562278"/>
    <w:rsid w:val="00564F2F"/>
    <w:rsid w:val="005728C0"/>
    <w:rsid w:val="0058010D"/>
    <w:rsid w:val="005967FA"/>
    <w:rsid w:val="005C053B"/>
    <w:rsid w:val="005C2DE6"/>
    <w:rsid w:val="005D7175"/>
    <w:rsid w:val="005F3F46"/>
    <w:rsid w:val="005F5CAD"/>
    <w:rsid w:val="005F6527"/>
    <w:rsid w:val="0060567C"/>
    <w:rsid w:val="00630397"/>
    <w:rsid w:val="00631341"/>
    <w:rsid w:val="00640011"/>
    <w:rsid w:val="00651688"/>
    <w:rsid w:val="00652FFF"/>
    <w:rsid w:val="006530F5"/>
    <w:rsid w:val="006705EC"/>
    <w:rsid w:val="006718D6"/>
    <w:rsid w:val="00681D3C"/>
    <w:rsid w:val="006A2CB3"/>
    <w:rsid w:val="006A7837"/>
    <w:rsid w:val="006B10C9"/>
    <w:rsid w:val="006D039F"/>
    <w:rsid w:val="006E16E9"/>
    <w:rsid w:val="006F2464"/>
    <w:rsid w:val="007343EB"/>
    <w:rsid w:val="007435DF"/>
    <w:rsid w:val="00750EC3"/>
    <w:rsid w:val="00764098"/>
    <w:rsid w:val="007719CF"/>
    <w:rsid w:val="007817D3"/>
    <w:rsid w:val="007872E9"/>
    <w:rsid w:val="00787AC8"/>
    <w:rsid w:val="007965F0"/>
    <w:rsid w:val="007B07F6"/>
    <w:rsid w:val="007B2979"/>
    <w:rsid w:val="007C2647"/>
    <w:rsid w:val="007C4617"/>
    <w:rsid w:val="007D4B25"/>
    <w:rsid w:val="007E13CF"/>
    <w:rsid w:val="007E156A"/>
    <w:rsid w:val="007E5471"/>
    <w:rsid w:val="00802B17"/>
    <w:rsid w:val="00807385"/>
    <w:rsid w:val="00834518"/>
    <w:rsid w:val="0086534F"/>
    <w:rsid w:val="008736CE"/>
    <w:rsid w:val="008741F6"/>
    <w:rsid w:val="008747D8"/>
    <w:rsid w:val="00885551"/>
    <w:rsid w:val="00890512"/>
    <w:rsid w:val="008C1A18"/>
    <w:rsid w:val="008C1BB1"/>
    <w:rsid w:val="008C2311"/>
    <w:rsid w:val="008D3FDA"/>
    <w:rsid w:val="008D40B0"/>
    <w:rsid w:val="008E354A"/>
    <w:rsid w:val="00901A88"/>
    <w:rsid w:val="00944932"/>
    <w:rsid w:val="00961A22"/>
    <w:rsid w:val="009842AA"/>
    <w:rsid w:val="0099482D"/>
    <w:rsid w:val="00995DF4"/>
    <w:rsid w:val="009978D0"/>
    <w:rsid w:val="009A4099"/>
    <w:rsid w:val="009B5E09"/>
    <w:rsid w:val="009C0EE0"/>
    <w:rsid w:val="009C6C55"/>
    <w:rsid w:val="009D4F5F"/>
    <w:rsid w:val="009E2B18"/>
    <w:rsid w:val="009E7B15"/>
    <w:rsid w:val="009F16B7"/>
    <w:rsid w:val="009F20D8"/>
    <w:rsid w:val="009F5961"/>
    <w:rsid w:val="00A0502E"/>
    <w:rsid w:val="00A16B9E"/>
    <w:rsid w:val="00A235AB"/>
    <w:rsid w:val="00A2371E"/>
    <w:rsid w:val="00A24A17"/>
    <w:rsid w:val="00A425C6"/>
    <w:rsid w:val="00A435C6"/>
    <w:rsid w:val="00A44AE5"/>
    <w:rsid w:val="00A649FC"/>
    <w:rsid w:val="00A76199"/>
    <w:rsid w:val="00A9613E"/>
    <w:rsid w:val="00AA4960"/>
    <w:rsid w:val="00AC1657"/>
    <w:rsid w:val="00AC59E1"/>
    <w:rsid w:val="00AC6AD3"/>
    <w:rsid w:val="00AE0B25"/>
    <w:rsid w:val="00B046C5"/>
    <w:rsid w:val="00B05764"/>
    <w:rsid w:val="00B21847"/>
    <w:rsid w:val="00B21D48"/>
    <w:rsid w:val="00B23CD8"/>
    <w:rsid w:val="00B25E40"/>
    <w:rsid w:val="00B37BFA"/>
    <w:rsid w:val="00B42E5C"/>
    <w:rsid w:val="00B67B92"/>
    <w:rsid w:val="00B721F3"/>
    <w:rsid w:val="00B763E7"/>
    <w:rsid w:val="00B9392C"/>
    <w:rsid w:val="00BB5F78"/>
    <w:rsid w:val="00BC24D0"/>
    <w:rsid w:val="00BC6CDB"/>
    <w:rsid w:val="00BD783E"/>
    <w:rsid w:val="00BE08C6"/>
    <w:rsid w:val="00BE4FDB"/>
    <w:rsid w:val="00BF0A37"/>
    <w:rsid w:val="00C0679F"/>
    <w:rsid w:val="00C16D3C"/>
    <w:rsid w:val="00C25DD1"/>
    <w:rsid w:val="00C32546"/>
    <w:rsid w:val="00C56A74"/>
    <w:rsid w:val="00C64B1B"/>
    <w:rsid w:val="00C8275E"/>
    <w:rsid w:val="00C82EA3"/>
    <w:rsid w:val="00C86AA6"/>
    <w:rsid w:val="00C86B63"/>
    <w:rsid w:val="00CA0907"/>
    <w:rsid w:val="00CA3298"/>
    <w:rsid w:val="00CB0EFC"/>
    <w:rsid w:val="00CC564C"/>
    <w:rsid w:val="00CD37E1"/>
    <w:rsid w:val="00CF662D"/>
    <w:rsid w:val="00CF6B39"/>
    <w:rsid w:val="00D04E41"/>
    <w:rsid w:val="00D0525A"/>
    <w:rsid w:val="00D25506"/>
    <w:rsid w:val="00D41EEA"/>
    <w:rsid w:val="00D4527A"/>
    <w:rsid w:val="00D91858"/>
    <w:rsid w:val="00DD5785"/>
    <w:rsid w:val="00E1281C"/>
    <w:rsid w:val="00E14C33"/>
    <w:rsid w:val="00E16809"/>
    <w:rsid w:val="00E21236"/>
    <w:rsid w:val="00E24CFC"/>
    <w:rsid w:val="00E40972"/>
    <w:rsid w:val="00E4262E"/>
    <w:rsid w:val="00E42C06"/>
    <w:rsid w:val="00E4610F"/>
    <w:rsid w:val="00E55663"/>
    <w:rsid w:val="00E7304F"/>
    <w:rsid w:val="00E96DCF"/>
    <w:rsid w:val="00EA3F93"/>
    <w:rsid w:val="00EB611F"/>
    <w:rsid w:val="00EC0111"/>
    <w:rsid w:val="00EC6588"/>
    <w:rsid w:val="00EC7151"/>
    <w:rsid w:val="00ED2679"/>
    <w:rsid w:val="00F037F5"/>
    <w:rsid w:val="00F15156"/>
    <w:rsid w:val="00F22FFB"/>
    <w:rsid w:val="00F250CB"/>
    <w:rsid w:val="00F334FF"/>
    <w:rsid w:val="00F335BE"/>
    <w:rsid w:val="00F4173B"/>
    <w:rsid w:val="00F446C9"/>
    <w:rsid w:val="00F60BEC"/>
    <w:rsid w:val="00F76360"/>
    <w:rsid w:val="00F82370"/>
    <w:rsid w:val="00FD1760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513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13C3C"/>
    <w:pPr>
      <w:widowControl w:val="0"/>
      <w:autoSpaceDE w:val="0"/>
      <w:autoSpaceDN w:val="0"/>
      <w:adjustRightInd w:val="0"/>
      <w:spacing w:line="360" w:lineRule="auto"/>
    </w:pPr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3C3C"/>
    <w:rPr>
      <w:rFonts w:ascii="Times" w:hAnsi="Times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908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908AC"/>
  </w:style>
  <w:style w:type="character" w:styleId="Odwoanieprzypisukocowego">
    <w:name w:val="endnote reference"/>
    <w:basedOn w:val="Domylnaczcionkaakapitu"/>
    <w:rsid w:val="004908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513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13C3C"/>
    <w:pPr>
      <w:widowControl w:val="0"/>
      <w:autoSpaceDE w:val="0"/>
      <w:autoSpaceDN w:val="0"/>
      <w:adjustRightInd w:val="0"/>
      <w:spacing w:line="360" w:lineRule="auto"/>
    </w:pPr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3C3C"/>
    <w:rPr>
      <w:rFonts w:ascii="Times" w:hAnsi="Times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908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908AC"/>
  </w:style>
  <w:style w:type="character" w:styleId="Odwoanieprzypisukocowego">
    <w:name w:val="endnote reference"/>
    <w:basedOn w:val="Domylnaczcionkaakapitu"/>
    <w:rsid w:val="004908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189</TotalTime>
  <Pages>7</Pages>
  <Words>1928</Words>
  <Characters>11573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Trojanowska-Wysocka Barbara</cp:lastModifiedBy>
  <cp:revision>12</cp:revision>
  <cp:lastPrinted>2012-08-20T11:53:00Z</cp:lastPrinted>
  <dcterms:created xsi:type="dcterms:W3CDTF">2021-01-19T07:06:00Z</dcterms:created>
  <dcterms:modified xsi:type="dcterms:W3CDTF">2021-01-20T12:18:00Z</dcterms:modified>
</cp:coreProperties>
</file>